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A6C78" w14:textId="78357A2C" w:rsidR="00ED748E" w:rsidRDefault="00ED748E" w:rsidP="00ED748E">
      <w:pPr>
        <w:suppressAutoHyphens/>
        <w:spacing w:after="0" w:line="240" w:lineRule="auto"/>
        <w:ind w:left="3540" w:firstLine="708"/>
        <w:jc w:val="center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bCs/>
          <w:i/>
        </w:rPr>
        <w:t>Załącznik nr 1.5 do Zarządzenia Rektora UR nr 61/2025</w:t>
      </w:r>
      <w:r w:rsidRPr="00707B20">
        <w:rPr>
          <w:rFonts w:ascii="Corbel" w:hAnsi="Corbel"/>
          <w:b/>
          <w:bCs/>
          <w:sz w:val="24"/>
          <w:szCs w:val="24"/>
        </w:rPr>
        <w:tab/>
      </w:r>
    </w:p>
    <w:p w14:paraId="23900346" w14:textId="77777777" w:rsidR="00ED748E" w:rsidRPr="003B717F" w:rsidRDefault="00ED748E" w:rsidP="00ED748E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66DA5970" w14:textId="77777777" w:rsidR="00ED748E" w:rsidRPr="0027219F" w:rsidRDefault="00ED748E" w:rsidP="00ED748E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27219F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61A602B0" w14:textId="77777777" w:rsidR="00ED748E" w:rsidRPr="0027219F" w:rsidRDefault="00ED748E" w:rsidP="00ED748E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27219F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27219F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38C21472" w14:textId="77777777" w:rsidR="00ED748E" w:rsidRPr="0027219F" w:rsidRDefault="00ED748E" w:rsidP="00ED748E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27219F">
        <w:rPr>
          <w:rFonts w:ascii="Corbel" w:hAnsi="Corbel"/>
          <w:i/>
          <w:sz w:val="20"/>
          <w:szCs w:val="20"/>
          <w:lang w:eastAsia="ar-SA"/>
        </w:rPr>
        <w:t>(skrajne daty</w:t>
      </w:r>
      <w:r w:rsidRPr="0027219F">
        <w:rPr>
          <w:rFonts w:ascii="Corbel" w:hAnsi="Corbel"/>
          <w:sz w:val="20"/>
          <w:szCs w:val="20"/>
          <w:lang w:eastAsia="ar-SA"/>
        </w:rPr>
        <w:t>)</w:t>
      </w:r>
    </w:p>
    <w:p w14:paraId="08973295" w14:textId="77777777" w:rsidR="00ED748E" w:rsidRDefault="00ED748E" w:rsidP="00ED748E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27219F">
        <w:rPr>
          <w:rFonts w:ascii="Corbel" w:hAnsi="Corbel"/>
          <w:sz w:val="20"/>
          <w:szCs w:val="20"/>
          <w:lang w:eastAsia="ar-SA"/>
        </w:rPr>
        <w:t>Rok akademicki 202</w:t>
      </w:r>
      <w:r>
        <w:rPr>
          <w:rFonts w:ascii="Corbel" w:hAnsi="Corbel"/>
          <w:sz w:val="20"/>
          <w:szCs w:val="20"/>
          <w:lang w:eastAsia="ar-SA"/>
        </w:rPr>
        <w:t>6</w:t>
      </w:r>
      <w:r w:rsidRPr="0027219F">
        <w:rPr>
          <w:rFonts w:ascii="Corbel" w:hAnsi="Corbel"/>
          <w:sz w:val="20"/>
          <w:szCs w:val="20"/>
          <w:lang w:eastAsia="ar-SA"/>
        </w:rPr>
        <w:t>/202</w:t>
      </w:r>
      <w:r>
        <w:rPr>
          <w:rFonts w:ascii="Corbel" w:hAnsi="Corbel"/>
          <w:sz w:val="20"/>
          <w:szCs w:val="20"/>
          <w:lang w:eastAsia="ar-SA"/>
        </w:rPr>
        <w:t>7</w:t>
      </w:r>
    </w:p>
    <w:p w14:paraId="6B4EE23C" w14:textId="77777777" w:rsidR="00D84BED" w:rsidRPr="00BA360E" w:rsidRDefault="00D84BED" w:rsidP="00BA360E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</w:p>
    <w:p w14:paraId="4C4A1321" w14:textId="77777777" w:rsidR="0085747A" w:rsidRPr="00894A2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94A24">
        <w:rPr>
          <w:rFonts w:ascii="Corbel" w:hAnsi="Corbel"/>
          <w:szCs w:val="24"/>
        </w:rPr>
        <w:t xml:space="preserve">1. </w:t>
      </w:r>
      <w:r w:rsidR="0085747A" w:rsidRPr="00894A24">
        <w:rPr>
          <w:rFonts w:ascii="Corbel" w:hAnsi="Corbel"/>
          <w:szCs w:val="24"/>
        </w:rPr>
        <w:t xml:space="preserve">Podstawowe </w:t>
      </w:r>
      <w:r w:rsidR="00445970" w:rsidRPr="00894A2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94A24" w14:paraId="048C2A35" w14:textId="77777777" w:rsidTr="22A657B0">
        <w:tc>
          <w:tcPr>
            <w:tcW w:w="2694" w:type="dxa"/>
            <w:vAlign w:val="center"/>
          </w:tcPr>
          <w:p w14:paraId="50CCB23A" w14:textId="77777777" w:rsidR="0085747A" w:rsidRPr="00894A2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DE41B9" w14:textId="77777777" w:rsidR="0085747A" w:rsidRPr="00894A24" w:rsidRDefault="00EB6F9A" w:rsidP="037537F9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894A24">
              <w:rPr>
                <w:rFonts w:ascii="Corbel" w:hAnsi="Corbel"/>
                <w:bCs/>
                <w:sz w:val="24"/>
                <w:szCs w:val="24"/>
              </w:rPr>
              <w:t>Zarzą</w:t>
            </w:r>
            <w:r w:rsidR="00176605" w:rsidRPr="00894A24">
              <w:rPr>
                <w:rFonts w:ascii="Corbel" w:hAnsi="Corbel"/>
                <w:bCs/>
                <w:sz w:val="24"/>
                <w:szCs w:val="24"/>
              </w:rPr>
              <w:t>dzanie rozwojem jako zadanie administracji publicznej</w:t>
            </w:r>
          </w:p>
        </w:tc>
      </w:tr>
      <w:tr w:rsidR="00A60D8A" w:rsidRPr="00894A24" w14:paraId="1B171C05" w14:textId="77777777" w:rsidTr="22A657B0">
        <w:tc>
          <w:tcPr>
            <w:tcW w:w="2694" w:type="dxa"/>
            <w:vAlign w:val="center"/>
          </w:tcPr>
          <w:p w14:paraId="103BD81F" w14:textId="77777777" w:rsidR="00A60D8A" w:rsidRPr="00894A24" w:rsidRDefault="00A60D8A" w:rsidP="00A60D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2DEDED2" w14:textId="77777777" w:rsidR="00A60D8A" w:rsidRPr="00894A24" w:rsidRDefault="003F68C4" w:rsidP="00A60D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4A24">
              <w:rPr>
                <w:rFonts w:ascii="Corbel" w:hAnsi="Corbel"/>
                <w:b w:val="0"/>
                <w:sz w:val="24"/>
                <w:szCs w:val="24"/>
              </w:rPr>
              <w:t>A2SO23</w:t>
            </w:r>
          </w:p>
        </w:tc>
      </w:tr>
      <w:tr w:rsidR="00257CF4" w:rsidRPr="00894A24" w14:paraId="0A76ED60" w14:textId="77777777" w:rsidTr="22A657B0">
        <w:tc>
          <w:tcPr>
            <w:tcW w:w="2694" w:type="dxa"/>
            <w:vAlign w:val="center"/>
          </w:tcPr>
          <w:p w14:paraId="609ABDB6" w14:textId="77777777" w:rsidR="00257CF4" w:rsidRPr="00894A24" w:rsidRDefault="00257CF4" w:rsidP="00257CF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B6CDD6A" w14:textId="41B76E27" w:rsidR="00257CF4" w:rsidRPr="00894A24" w:rsidRDefault="00ED748E" w:rsidP="037537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257CF4" w:rsidRPr="00894A24" w14:paraId="7BA49D73" w14:textId="77777777" w:rsidTr="22A657B0">
        <w:tc>
          <w:tcPr>
            <w:tcW w:w="2694" w:type="dxa"/>
            <w:vAlign w:val="center"/>
          </w:tcPr>
          <w:p w14:paraId="0F7D2264" w14:textId="77777777" w:rsidR="00257CF4" w:rsidRPr="00894A24" w:rsidRDefault="00257CF4" w:rsidP="00257CF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9D17BD" w14:textId="3D878277" w:rsidR="00257CF4" w:rsidRPr="00894A24" w:rsidRDefault="006F70BA" w:rsidP="22A657B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1ADF">
              <w:rPr>
                <w:rFonts w:ascii="Corbel" w:hAnsi="Corbel"/>
                <w:b w:val="0"/>
                <w:sz w:val="24"/>
                <w:szCs w:val="24"/>
              </w:rPr>
              <w:t>Katedra Nauki Administracji</w:t>
            </w:r>
          </w:p>
        </w:tc>
      </w:tr>
      <w:tr w:rsidR="00177C0C" w:rsidRPr="00894A24" w14:paraId="3F1A8C75" w14:textId="77777777" w:rsidTr="22A657B0">
        <w:tc>
          <w:tcPr>
            <w:tcW w:w="2694" w:type="dxa"/>
            <w:vAlign w:val="center"/>
          </w:tcPr>
          <w:p w14:paraId="75394547" w14:textId="77777777" w:rsidR="00177C0C" w:rsidRPr="00894A24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23A26A" w14:textId="77777777" w:rsidR="00177C0C" w:rsidRPr="00894A24" w:rsidRDefault="009D09FF" w:rsidP="00177C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177C0C" w:rsidRPr="00894A24">
              <w:rPr>
                <w:rFonts w:ascii="Corbel" w:hAnsi="Corbel"/>
                <w:b w:val="0"/>
                <w:sz w:val="24"/>
                <w:szCs w:val="24"/>
              </w:rPr>
              <w:t>dministracja</w:t>
            </w:r>
          </w:p>
        </w:tc>
      </w:tr>
      <w:tr w:rsidR="00177C0C" w:rsidRPr="00894A24" w14:paraId="3B2958A6" w14:textId="77777777" w:rsidTr="22A657B0">
        <w:tc>
          <w:tcPr>
            <w:tcW w:w="2694" w:type="dxa"/>
            <w:vAlign w:val="center"/>
          </w:tcPr>
          <w:p w14:paraId="788B3712" w14:textId="77777777" w:rsidR="00177C0C" w:rsidRPr="00894A24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FCCB430" w14:textId="77777777" w:rsidR="00177C0C" w:rsidRPr="00894A24" w:rsidRDefault="004A4193" w:rsidP="00177C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7C0C" w:rsidRPr="00894A24">
              <w:rPr>
                <w:rFonts w:ascii="Corbel" w:hAnsi="Corbel"/>
                <w:b w:val="0"/>
                <w:sz w:val="24"/>
                <w:szCs w:val="24"/>
              </w:rPr>
              <w:t xml:space="preserve">tudia </w:t>
            </w:r>
            <w:r w:rsidR="00E82E71" w:rsidRPr="00894A24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177C0C" w:rsidRPr="00894A24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177C0C" w:rsidRPr="00894A24" w14:paraId="046A42C1" w14:textId="77777777" w:rsidTr="22A657B0">
        <w:tc>
          <w:tcPr>
            <w:tcW w:w="2694" w:type="dxa"/>
            <w:vAlign w:val="center"/>
          </w:tcPr>
          <w:p w14:paraId="3C3AAF86" w14:textId="77777777" w:rsidR="00177C0C" w:rsidRPr="00894A24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26C6BA4" w14:textId="77777777" w:rsidR="00177C0C" w:rsidRPr="00894A24" w:rsidRDefault="00C913B8" w:rsidP="00177C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94A2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77C0C" w:rsidRPr="00894A24" w14:paraId="4EB0E788" w14:textId="77777777" w:rsidTr="22A657B0">
        <w:tc>
          <w:tcPr>
            <w:tcW w:w="2694" w:type="dxa"/>
            <w:vAlign w:val="center"/>
          </w:tcPr>
          <w:p w14:paraId="7B8FA739" w14:textId="77777777" w:rsidR="00177C0C" w:rsidRPr="00894A24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0F2FFD" w14:textId="77777777" w:rsidR="00177C0C" w:rsidRPr="00894A24" w:rsidRDefault="00514404" w:rsidP="00177C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7C0C" w:rsidRPr="00894A2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177C0C" w:rsidRPr="00894A24" w14:paraId="6A6D9AD8" w14:textId="77777777" w:rsidTr="22A657B0">
        <w:tc>
          <w:tcPr>
            <w:tcW w:w="2694" w:type="dxa"/>
            <w:vAlign w:val="center"/>
          </w:tcPr>
          <w:p w14:paraId="73AF3873" w14:textId="77777777" w:rsidR="00177C0C" w:rsidRPr="00894A24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4159122" w14:textId="59538CB5" w:rsidR="00177C0C" w:rsidRPr="00894A24" w:rsidRDefault="00C201B0" w:rsidP="00894A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BA360E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351FB" w:rsidRPr="00894A2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32F5B264" w:rsidRPr="00894A24">
              <w:rPr>
                <w:rFonts w:ascii="Corbel" w:hAnsi="Corbel"/>
                <w:b w:val="0"/>
                <w:sz w:val="24"/>
                <w:szCs w:val="24"/>
              </w:rPr>
              <w:t xml:space="preserve"> /</w:t>
            </w:r>
            <w:r w:rsidR="00894A24" w:rsidRPr="00894A24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  <w:r w:rsidR="00EA2443">
              <w:rPr>
                <w:rFonts w:ascii="Corbel" w:hAnsi="Corbel"/>
                <w:b w:val="0"/>
                <w:sz w:val="24"/>
                <w:szCs w:val="24"/>
              </w:rPr>
              <w:t xml:space="preserve"> 3</w:t>
            </w:r>
          </w:p>
        </w:tc>
      </w:tr>
      <w:tr w:rsidR="00177C0C" w:rsidRPr="00894A24" w14:paraId="50C873CC" w14:textId="77777777" w:rsidTr="22A657B0">
        <w:tc>
          <w:tcPr>
            <w:tcW w:w="2694" w:type="dxa"/>
            <w:vAlign w:val="center"/>
          </w:tcPr>
          <w:p w14:paraId="09DA33FA" w14:textId="77777777" w:rsidR="00177C0C" w:rsidRPr="00894A24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308B9B1" w14:textId="77777777" w:rsidR="00177C0C" w:rsidRPr="00894A24" w:rsidRDefault="00C913B8" w:rsidP="00177C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4A24"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="00177C0C" w:rsidRPr="00894A24">
              <w:rPr>
                <w:rFonts w:ascii="Corbel" w:hAnsi="Corbel"/>
                <w:b w:val="0"/>
                <w:sz w:val="24"/>
                <w:szCs w:val="24"/>
              </w:rPr>
              <w:t>akultatywny</w:t>
            </w:r>
          </w:p>
        </w:tc>
      </w:tr>
      <w:tr w:rsidR="00177C0C" w:rsidRPr="00894A24" w14:paraId="7FA0DB12" w14:textId="77777777" w:rsidTr="22A657B0">
        <w:tc>
          <w:tcPr>
            <w:tcW w:w="2694" w:type="dxa"/>
            <w:vAlign w:val="center"/>
          </w:tcPr>
          <w:p w14:paraId="350F314D" w14:textId="77777777" w:rsidR="00177C0C" w:rsidRPr="00894A24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2E328CC" w14:textId="77777777" w:rsidR="00177C0C" w:rsidRPr="00894A24" w:rsidRDefault="00C913B8" w:rsidP="00177C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4A2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9249A" w:rsidRPr="00894A24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177C0C" w:rsidRPr="00894A24" w14:paraId="413E93C5" w14:textId="77777777" w:rsidTr="22A657B0">
        <w:tc>
          <w:tcPr>
            <w:tcW w:w="2694" w:type="dxa"/>
            <w:vAlign w:val="center"/>
          </w:tcPr>
          <w:p w14:paraId="59012DE2" w14:textId="77777777" w:rsidR="00177C0C" w:rsidRPr="00894A24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4A2A1E" w14:textId="06CC3F0B" w:rsidR="00177C0C" w:rsidRPr="00894A24" w:rsidRDefault="003B717F" w:rsidP="00C913B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913B8" w:rsidRPr="00894A24">
              <w:rPr>
                <w:rFonts w:ascii="Corbel" w:hAnsi="Corbel"/>
                <w:b w:val="0"/>
                <w:sz w:val="24"/>
                <w:szCs w:val="24"/>
              </w:rPr>
              <w:t>r hab. Agata Barczewska-Dziobek, prof. UR</w:t>
            </w:r>
          </w:p>
        </w:tc>
      </w:tr>
      <w:tr w:rsidR="00BC2072" w:rsidRPr="00894A24" w14:paraId="3857C66F" w14:textId="77777777" w:rsidTr="22A657B0">
        <w:tc>
          <w:tcPr>
            <w:tcW w:w="2694" w:type="dxa"/>
            <w:vAlign w:val="center"/>
          </w:tcPr>
          <w:p w14:paraId="18B7C25D" w14:textId="77777777" w:rsidR="00BC2072" w:rsidRPr="00894A24" w:rsidRDefault="00BC2072" w:rsidP="00BC20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A81C6F" w14:textId="35657D5C" w:rsidR="00BC2072" w:rsidRPr="00894A24" w:rsidRDefault="003B717F" w:rsidP="00BC20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D09FF" w:rsidRPr="00894A24">
              <w:rPr>
                <w:rFonts w:ascii="Corbel" w:hAnsi="Corbel"/>
                <w:b w:val="0"/>
                <w:sz w:val="24"/>
                <w:szCs w:val="24"/>
              </w:rPr>
              <w:t>r hab. Agata Barczewska-Dziobek, prof. UR</w:t>
            </w:r>
          </w:p>
        </w:tc>
      </w:tr>
    </w:tbl>
    <w:p w14:paraId="1A6470AF" w14:textId="21E272A8" w:rsidR="0085747A" w:rsidRDefault="0085747A" w:rsidP="003B717F">
      <w:pPr>
        <w:pStyle w:val="Podpunkty"/>
        <w:ind w:left="0"/>
        <w:rPr>
          <w:rFonts w:ascii="Corbel" w:hAnsi="Corbel"/>
          <w:b w:val="0"/>
          <w:i/>
          <w:iCs/>
          <w:sz w:val="24"/>
          <w:szCs w:val="24"/>
        </w:rPr>
      </w:pPr>
      <w:r w:rsidRPr="22A657B0">
        <w:rPr>
          <w:rFonts w:ascii="Corbel" w:hAnsi="Corbel"/>
          <w:sz w:val="24"/>
          <w:szCs w:val="24"/>
        </w:rPr>
        <w:t xml:space="preserve">* </w:t>
      </w:r>
      <w:r w:rsidRPr="22A657B0">
        <w:rPr>
          <w:rFonts w:ascii="Corbel" w:hAnsi="Corbel"/>
          <w:i/>
          <w:iCs/>
          <w:sz w:val="24"/>
          <w:szCs w:val="24"/>
        </w:rPr>
        <w:t>-</w:t>
      </w:r>
      <w:r w:rsidR="00B90885" w:rsidRPr="22A657B0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22A657B0">
        <w:rPr>
          <w:rFonts w:ascii="Corbel" w:hAnsi="Corbel"/>
          <w:b w:val="0"/>
          <w:sz w:val="24"/>
          <w:szCs w:val="24"/>
        </w:rPr>
        <w:t>e,</w:t>
      </w:r>
      <w:r w:rsidR="00B42C34">
        <w:rPr>
          <w:rFonts w:ascii="Corbel" w:hAnsi="Corbel"/>
          <w:b w:val="0"/>
          <w:sz w:val="24"/>
          <w:szCs w:val="24"/>
        </w:rPr>
        <w:t xml:space="preserve"> </w:t>
      </w:r>
      <w:r w:rsidRPr="22A657B0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22A657B0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39C9D3DD" w14:textId="77777777" w:rsidR="003B717F" w:rsidRPr="00894A24" w:rsidRDefault="003B717F" w:rsidP="003B717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A43B3AE" w14:textId="0ED1A592" w:rsidR="0085747A" w:rsidRPr="00894A2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94A24">
        <w:rPr>
          <w:rFonts w:ascii="Corbel" w:hAnsi="Corbel"/>
          <w:sz w:val="24"/>
          <w:szCs w:val="24"/>
        </w:rPr>
        <w:t>1.</w:t>
      </w:r>
      <w:r w:rsidR="00E22FBC" w:rsidRPr="00894A24">
        <w:rPr>
          <w:rFonts w:ascii="Corbel" w:hAnsi="Corbel"/>
          <w:sz w:val="24"/>
          <w:szCs w:val="24"/>
        </w:rPr>
        <w:t>1</w:t>
      </w:r>
      <w:r w:rsidRPr="00894A24">
        <w:rPr>
          <w:rFonts w:ascii="Corbel" w:hAnsi="Corbel"/>
          <w:sz w:val="24"/>
          <w:szCs w:val="24"/>
        </w:rPr>
        <w:t>.</w:t>
      </w:r>
      <w:r w:rsidR="003B717F">
        <w:rPr>
          <w:rFonts w:ascii="Corbel" w:hAnsi="Corbel"/>
          <w:sz w:val="24"/>
          <w:szCs w:val="24"/>
        </w:rPr>
        <w:t xml:space="preserve"> </w:t>
      </w:r>
      <w:r w:rsidRPr="00894A24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250E657" w14:textId="77777777" w:rsidR="00923D7D" w:rsidRPr="00894A2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54"/>
        <w:gridCol w:w="947"/>
        <w:gridCol w:w="958"/>
        <w:gridCol w:w="950"/>
        <w:gridCol w:w="953"/>
        <w:gridCol w:w="943"/>
        <w:gridCol w:w="957"/>
        <w:gridCol w:w="962"/>
        <w:gridCol w:w="959"/>
      </w:tblGrid>
      <w:tr w:rsidR="00015B8F" w:rsidRPr="00894A24" w14:paraId="139CDD39" w14:textId="77777777" w:rsidTr="00BA360E">
        <w:tc>
          <w:tcPr>
            <w:tcW w:w="963" w:type="dxa"/>
            <w:vAlign w:val="center"/>
          </w:tcPr>
          <w:p w14:paraId="64A1600F" w14:textId="77777777" w:rsidR="00015B8F" w:rsidRPr="00894A24" w:rsidRDefault="00015B8F" w:rsidP="003B717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94A24">
              <w:rPr>
                <w:rFonts w:ascii="Corbel" w:hAnsi="Corbel"/>
                <w:szCs w:val="24"/>
              </w:rPr>
              <w:t>Semestr</w:t>
            </w:r>
          </w:p>
          <w:p w14:paraId="1DEF1218" w14:textId="77777777" w:rsidR="00015B8F" w:rsidRPr="00894A24" w:rsidRDefault="002B5EA0" w:rsidP="003B717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94A24">
              <w:rPr>
                <w:rFonts w:ascii="Corbel" w:hAnsi="Corbel"/>
                <w:szCs w:val="24"/>
              </w:rPr>
              <w:t>(</w:t>
            </w:r>
            <w:r w:rsidR="00363F78" w:rsidRPr="00894A2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vAlign w:val="center"/>
            <w:hideMark/>
          </w:tcPr>
          <w:p w14:paraId="7795D2BF" w14:textId="77777777" w:rsidR="00015B8F" w:rsidRPr="00894A24" w:rsidRDefault="0AAF6BF6" w:rsidP="003B717F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22A657B0">
              <w:rPr>
                <w:rFonts w:ascii="Corbel" w:hAnsi="Corbel"/>
              </w:rPr>
              <w:t>Wykł</w:t>
            </w:r>
            <w:proofErr w:type="spellEnd"/>
            <w:r w:rsidRPr="22A657B0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vAlign w:val="center"/>
            <w:hideMark/>
          </w:tcPr>
          <w:p w14:paraId="49C2D3C9" w14:textId="77777777" w:rsidR="00015B8F" w:rsidRPr="00894A24" w:rsidRDefault="00015B8F" w:rsidP="003B717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94A2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vAlign w:val="center"/>
            <w:hideMark/>
          </w:tcPr>
          <w:p w14:paraId="52439D29" w14:textId="77777777" w:rsidR="00015B8F" w:rsidRPr="00894A24" w:rsidRDefault="0AAF6BF6" w:rsidP="003B717F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22A657B0">
              <w:rPr>
                <w:rFonts w:ascii="Corbel" w:hAnsi="Corbel"/>
              </w:rPr>
              <w:t>Konw</w:t>
            </w:r>
            <w:proofErr w:type="spellEnd"/>
            <w:r w:rsidRPr="22A657B0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vAlign w:val="center"/>
            <w:hideMark/>
          </w:tcPr>
          <w:p w14:paraId="06F11141" w14:textId="77777777" w:rsidR="00015B8F" w:rsidRPr="00894A24" w:rsidRDefault="00015B8F" w:rsidP="003B717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94A2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vAlign w:val="center"/>
          </w:tcPr>
          <w:p w14:paraId="692F988B" w14:textId="77777777" w:rsidR="00015B8F" w:rsidRPr="00894A24" w:rsidRDefault="0AAF6BF6" w:rsidP="003B717F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22A657B0">
              <w:rPr>
                <w:rFonts w:ascii="Corbel" w:hAnsi="Corbel"/>
              </w:rPr>
              <w:t>Sem</w:t>
            </w:r>
            <w:proofErr w:type="spellEnd"/>
            <w:r w:rsidRPr="22A657B0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vAlign w:val="center"/>
            <w:hideMark/>
          </w:tcPr>
          <w:p w14:paraId="61FBF398" w14:textId="77777777" w:rsidR="00015B8F" w:rsidRPr="00894A24" w:rsidRDefault="00015B8F" w:rsidP="003B717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94A2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vAlign w:val="center"/>
            <w:hideMark/>
          </w:tcPr>
          <w:p w14:paraId="19BD0C07" w14:textId="77777777" w:rsidR="00015B8F" w:rsidRPr="00894A24" w:rsidRDefault="0AAF6BF6" w:rsidP="003B717F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22A657B0">
              <w:rPr>
                <w:rFonts w:ascii="Corbel" w:hAnsi="Corbel"/>
              </w:rPr>
              <w:t>Prakt</w:t>
            </w:r>
            <w:proofErr w:type="spellEnd"/>
            <w:r w:rsidRPr="22A657B0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vAlign w:val="center"/>
            <w:hideMark/>
          </w:tcPr>
          <w:p w14:paraId="04831B0C" w14:textId="77777777" w:rsidR="00015B8F" w:rsidRPr="00894A24" w:rsidRDefault="00015B8F" w:rsidP="003B717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94A2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vAlign w:val="center"/>
            <w:hideMark/>
          </w:tcPr>
          <w:p w14:paraId="34B15F2C" w14:textId="77777777" w:rsidR="00015B8F" w:rsidRPr="00894A24" w:rsidRDefault="00015B8F" w:rsidP="003B717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94A24">
              <w:rPr>
                <w:rFonts w:ascii="Corbel" w:hAnsi="Corbel"/>
                <w:b/>
                <w:szCs w:val="24"/>
              </w:rPr>
              <w:t>Liczba pkt</w:t>
            </w:r>
            <w:r w:rsidR="00B90885" w:rsidRPr="00894A24">
              <w:rPr>
                <w:rFonts w:ascii="Corbel" w:hAnsi="Corbel"/>
                <w:b/>
                <w:szCs w:val="24"/>
              </w:rPr>
              <w:t>.</w:t>
            </w:r>
            <w:r w:rsidRPr="00894A2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94A24" w14:paraId="31528DE6" w14:textId="77777777" w:rsidTr="00BA360E">
        <w:trPr>
          <w:trHeight w:val="453"/>
        </w:trPr>
        <w:tc>
          <w:tcPr>
            <w:tcW w:w="963" w:type="dxa"/>
            <w:vAlign w:val="center"/>
          </w:tcPr>
          <w:p w14:paraId="03DF9D11" w14:textId="5AF76432" w:rsidR="00015B8F" w:rsidRPr="00894A24" w:rsidRDefault="00BC2072" w:rsidP="003B71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2A657B0">
              <w:rPr>
                <w:rFonts w:ascii="Corbel" w:hAnsi="Corbel"/>
                <w:sz w:val="24"/>
                <w:szCs w:val="24"/>
              </w:rPr>
              <w:t>I</w:t>
            </w:r>
            <w:r w:rsidR="00EA2443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63" w:type="dxa"/>
            <w:vAlign w:val="center"/>
          </w:tcPr>
          <w:p w14:paraId="349941FC" w14:textId="77777777" w:rsidR="00015B8F" w:rsidRPr="00894A24" w:rsidRDefault="00015B8F" w:rsidP="003B71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</w:tcPr>
          <w:p w14:paraId="76852BD9" w14:textId="77777777" w:rsidR="00015B8F" w:rsidRPr="00894A24" w:rsidRDefault="00015B8F" w:rsidP="003B71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</w:tcPr>
          <w:p w14:paraId="6DF012B9" w14:textId="77777777" w:rsidR="00015B8F" w:rsidRPr="00894A24" w:rsidRDefault="00177C0C" w:rsidP="003B71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2A657B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vAlign w:val="center"/>
          </w:tcPr>
          <w:p w14:paraId="2E0B3CD1" w14:textId="77777777" w:rsidR="00015B8F" w:rsidRPr="00894A24" w:rsidRDefault="00015B8F" w:rsidP="003B71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</w:tcPr>
          <w:p w14:paraId="0028F047" w14:textId="77777777" w:rsidR="00015B8F" w:rsidRPr="00894A24" w:rsidRDefault="00015B8F" w:rsidP="003B71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</w:tcPr>
          <w:p w14:paraId="3D9678CF" w14:textId="77777777" w:rsidR="00015B8F" w:rsidRPr="00894A24" w:rsidRDefault="00015B8F" w:rsidP="003B71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</w:tcPr>
          <w:p w14:paraId="50A56CB3" w14:textId="77777777" w:rsidR="00015B8F" w:rsidRPr="00894A24" w:rsidRDefault="00015B8F" w:rsidP="003B71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</w:tcPr>
          <w:p w14:paraId="7547EC89" w14:textId="77777777" w:rsidR="00015B8F" w:rsidRPr="00894A24" w:rsidRDefault="00015B8F" w:rsidP="003B71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</w:tcPr>
          <w:p w14:paraId="634A37FB" w14:textId="77777777" w:rsidR="00015B8F" w:rsidRPr="00894A24" w:rsidRDefault="003351FB" w:rsidP="003B71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2A657B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71A71BE" w14:textId="77777777" w:rsidR="00923D7D" w:rsidRPr="00894A24" w:rsidRDefault="00923D7D" w:rsidP="00BE675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4A67582" w14:textId="77777777" w:rsidR="003B717F" w:rsidRDefault="003B717F" w:rsidP="003B717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>1.2.</w:t>
      </w:r>
      <w:r w:rsidRPr="00707B20">
        <w:rPr>
          <w:rFonts w:ascii="Corbel" w:hAnsi="Corbel"/>
          <w:smallCaps w:val="0"/>
          <w:szCs w:val="24"/>
        </w:rPr>
        <w:tab/>
        <w:t>Sposób realizacji zajęć</w:t>
      </w:r>
    </w:p>
    <w:p w14:paraId="30F6E8F3" w14:textId="77777777" w:rsidR="003B717F" w:rsidRPr="00707B20" w:rsidRDefault="003B717F" w:rsidP="003B717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0B537B56" w14:textId="77777777" w:rsidR="003B717F" w:rsidRDefault="003B717F" w:rsidP="003B717F">
      <w:pPr>
        <w:pStyle w:val="Punktygwne"/>
        <w:spacing w:before="0" w:after="0"/>
        <w:ind w:left="658"/>
        <w:jc w:val="both"/>
        <w:rPr>
          <w:rFonts w:ascii="Corbel" w:hAnsi="Corbel"/>
          <w:b w:val="0"/>
          <w:smallCaps w:val="0"/>
        </w:rPr>
      </w:pPr>
      <w:r w:rsidRPr="005603B9">
        <w:rPr>
          <w:rFonts w:ascii="Corbel" w:hAnsi="Corbel"/>
          <w:bCs/>
          <w:smallCaps w:val="0"/>
        </w:rPr>
        <w:t>X</w:t>
      </w:r>
      <w:r w:rsidRPr="55225FA7">
        <w:rPr>
          <w:rFonts w:ascii="Corbel" w:hAnsi="Corbel"/>
          <w:b w:val="0"/>
          <w:smallCaps w:val="0"/>
        </w:rPr>
        <w:t xml:space="preserve"> </w:t>
      </w:r>
      <w:r>
        <w:rPr>
          <w:rFonts w:ascii="Corbel" w:hAnsi="Corbel"/>
          <w:b w:val="0"/>
          <w:smallCaps w:val="0"/>
        </w:rPr>
        <w:t xml:space="preserve"> </w:t>
      </w:r>
      <w:r w:rsidRPr="55225FA7">
        <w:rPr>
          <w:rFonts w:ascii="Corbel" w:hAnsi="Corbel"/>
          <w:b w:val="0"/>
          <w:smallCaps w:val="0"/>
        </w:rPr>
        <w:t xml:space="preserve">zajęcia w formie tradycyjnej </w:t>
      </w:r>
    </w:p>
    <w:p w14:paraId="1CAF498B" w14:textId="77777777" w:rsidR="003B717F" w:rsidRPr="00FA2B6D" w:rsidRDefault="003B717F" w:rsidP="003B717F">
      <w:pPr>
        <w:pStyle w:val="Punktygwne"/>
        <w:numPr>
          <w:ilvl w:val="0"/>
          <w:numId w:val="4"/>
        </w:numPr>
        <w:spacing w:before="0" w:after="0"/>
        <w:ind w:left="900" w:hanging="270"/>
        <w:jc w:val="both"/>
        <w:rPr>
          <w:rFonts w:ascii="Corbel" w:hAnsi="Corbel"/>
          <w:b w:val="0"/>
          <w:smallCaps w:val="0"/>
        </w:rPr>
      </w:pPr>
      <w:r w:rsidRPr="66F74CAF">
        <w:rPr>
          <w:rFonts w:ascii="Corbel" w:hAnsi="Corbel"/>
          <w:b w:val="0"/>
          <w:smallCaps w:val="0"/>
        </w:rPr>
        <w:t>zajęcia realizowane z wykorzystaniem metod i technik kształcenia na odległość</w:t>
      </w:r>
    </w:p>
    <w:p w14:paraId="0BA50EEC" w14:textId="77777777" w:rsidR="003B717F" w:rsidRPr="00FA2B6D" w:rsidRDefault="003B717F" w:rsidP="003B71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3A3AC4" w14:textId="77777777" w:rsidR="003B717F" w:rsidRPr="00707B20" w:rsidRDefault="003B717F" w:rsidP="003B717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5225FA7">
        <w:rPr>
          <w:rFonts w:ascii="Corbel" w:hAnsi="Corbel"/>
          <w:smallCaps w:val="0"/>
        </w:rPr>
        <w:t>1.3</w:t>
      </w:r>
      <w:r>
        <w:rPr>
          <w:rFonts w:ascii="Corbel" w:hAnsi="Corbel"/>
          <w:smallCaps w:val="0"/>
        </w:rPr>
        <w:t>.</w:t>
      </w:r>
      <w:r w:rsidRPr="55225FA7">
        <w:rPr>
          <w:rFonts w:ascii="Corbel" w:hAnsi="Corbel"/>
          <w:smallCaps w:val="0"/>
        </w:rPr>
        <w:t xml:space="preserve"> Forma zaliczenia przedmiotu (z toku) (egzamin, zaliczenie z oceną, zaliczenie bez oceny)</w:t>
      </w:r>
    </w:p>
    <w:p w14:paraId="12ED528A" w14:textId="77777777" w:rsidR="003B717F" w:rsidRPr="00FA2B6D" w:rsidRDefault="003B717F" w:rsidP="003B717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8429BC" w14:textId="77777777" w:rsidR="003B717F" w:rsidRPr="00FA2B6D" w:rsidRDefault="003B717F" w:rsidP="003B717F">
      <w:pPr>
        <w:pStyle w:val="Punktygwne"/>
        <w:spacing w:before="0" w:after="0"/>
        <w:ind w:left="72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</w:rPr>
        <w:t>Konwersatorium: z</w:t>
      </w:r>
      <w:r w:rsidRPr="66F74CAF">
        <w:rPr>
          <w:rFonts w:ascii="Corbel" w:hAnsi="Corbel"/>
          <w:b w:val="0"/>
          <w:smallCaps w:val="0"/>
        </w:rPr>
        <w:t>aliczenie z oceną</w:t>
      </w:r>
    </w:p>
    <w:p w14:paraId="133AB276" w14:textId="77777777" w:rsidR="00E960BB" w:rsidRPr="00894A2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DD1795" w14:textId="328E17E8" w:rsidR="00E960BB" w:rsidRPr="00894A2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94A24">
        <w:rPr>
          <w:rFonts w:ascii="Corbel" w:hAnsi="Corbel"/>
          <w:szCs w:val="24"/>
        </w:rPr>
        <w:t>2.</w:t>
      </w:r>
      <w:r w:rsidR="00DF2AC1">
        <w:rPr>
          <w:rFonts w:ascii="Corbel" w:hAnsi="Corbel"/>
          <w:szCs w:val="24"/>
        </w:rPr>
        <w:t xml:space="preserve"> </w:t>
      </w:r>
      <w:r w:rsidRPr="00894A24">
        <w:rPr>
          <w:rFonts w:ascii="Corbel" w:hAnsi="Corbel"/>
          <w:szCs w:val="24"/>
        </w:rPr>
        <w:t xml:space="preserve">Wymagania wstępne </w:t>
      </w:r>
    </w:p>
    <w:p w14:paraId="35DE8A3E" w14:textId="77777777" w:rsidR="00BE6755" w:rsidRPr="00894A24" w:rsidRDefault="00BE675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6"/>
      </w:tblGrid>
      <w:tr w:rsidR="0085747A" w:rsidRPr="00894A24" w14:paraId="486237BC" w14:textId="77777777" w:rsidTr="00DF2AC1">
        <w:tc>
          <w:tcPr>
            <w:tcW w:w="9386" w:type="dxa"/>
          </w:tcPr>
          <w:p w14:paraId="356A4191" w14:textId="77777777" w:rsidR="0085747A" w:rsidRPr="00894A24" w:rsidRDefault="00EB6F9A" w:rsidP="00177C0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organizacji i zadań administracji publicznej </w:t>
            </w:r>
          </w:p>
        </w:tc>
      </w:tr>
    </w:tbl>
    <w:p w14:paraId="7920D1E4" w14:textId="77777777" w:rsidR="00ED748E" w:rsidRPr="00894A24" w:rsidRDefault="22A657B0" w:rsidP="00ED748E">
      <w:pPr>
        <w:pStyle w:val="Punktygwne"/>
        <w:spacing w:before="0" w:after="0"/>
        <w:rPr>
          <w:rFonts w:ascii="Corbel" w:hAnsi="Corbel"/>
          <w:szCs w:val="24"/>
        </w:rPr>
      </w:pPr>
      <w:r>
        <w:br w:type="page"/>
      </w:r>
      <w:r w:rsidR="00ED748E" w:rsidRPr="00894A24">
        <w:rPr>
          <w:rFonts w:ascii="Corbel" w:hAnsi="Corbel"/>
          <w:szCs w:val="24"/>
        </w:rPr>
        <w:lastRenderedPageBreak/>
        <w:t>3.cele, efekty uczenia się, treści Programowe i stosowane metody Dydaktyczne</w:t>
      </w:r>
    </w:p>
    <w:p w14:paraId="3310AB2B" w14:textId="77777777" w:rsidR="0085747A" w:rsidRPr="00894A2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834D51" w14:textId="77777777" w:rsidR="0085747A" w:rsidRPr="00894A2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94A24">
        <w:rPr>
          <w:rFonts w:ascii="Corbel" w:hAnsi="Corbel"/>
          <w:sz w:val="24"/>
          <w:szCs w:val="24"/>
        </w:rPr>
        <w:t xml:space="preserve">3.1 </w:t>
      </w:r>
      <w:r w:rsidR="00C05F44" w:rsidRPr="00894A24">
        <w:rPr>
          <w:rFonts w:ascii="Corbel" w:hAnsi="Corbel"/>
          <w:sz w:val="24"/>
          <w:szCs w:val="24"/>
        </w:rPr>
        <w:t>Cele przedmiotu</w:t>
      </w:r>
    </w:p>
    <w:p w14:paraId="4539D4D9" w14:textId="77777777" w:rsidR="00F83B28" w:rsidRPr="003B717F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894A24" w14:paraId="63CC707E" w14:textId="77777777" w:rsidTr="00177C0C">
        <w:tc>
          <w:tcPr>
            <w:tcW w:w="844" w:type="dxa"/>
            <w:vAlign w:val="center"/>
          </w:tcPr>
          <w:p w14:paraId="56A75A0E" w14:textId="684623EA" w:rsidR="0085747A" w:rsidRPr="00894A24" w:rsidRDefault="0085747A" w:rsidP="003B717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94A24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6" w:type="dxa"/>
            <w:vAlign w:val="center"/>
          </w:tcPr>
          <w:p w14:paraId="6D36A107" w14:textId="77777777" w:rsidR="0085747A" w:rsidRPr="00894A24" w:rsidRDefault="00177C0C" w:rsidP="003B717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94A24">
              <w:rPr>
                <w:rFonts w:ascii="Corbel" w:hAnsi="Corbel"/>
                <w:b w:val="0"/>
                <w:sz w:val="24"/>
                <w:szCs w:val="24"/>
              </w:rPr>
              <w:t xml:space="preserve">Celem przedmiotu jest zapoznanie </w:t>
            </w:r>
            <w:r w:rsidR="00B355D6" w:rsidRPr="00894A24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894A24">
              <w:rPr>
                <w:rFonts w:ascii="Corbel" w:hAnsi="Corbel"/>
                <w:b w:val="0"/>
                <w:sz w:val="24"/>
                <w:szCs w:val="24"/>
              </w:rPr>
              <w:t xml:space="preserve">tudenta z podstawową terminologią </w:t>
            </w:r>
            <w:r w:rsidR="00B355D6" w:rsidRPr="00894A24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894A24">
              <w:rPr>
                <w:rFonts w:ascii="Corbel" w:hAnsi="Corbel"/>
                <w:b w:val="0"/>
                <w:sz w:val="24"/>
                <w:szCs w:val="24"/>
              </w:rPr>
              <w:t xml:space="preserve">i instrumentami niezbędnymi w zarządzaniu </w:t>
            </w:r>
            <w:r w:rsidR="00BC518A" w:rsidRPr="00894A24">
              <w:rPr>
                <w:rFonts w:ascii="Corbel" w:hAnsi="Corbel"/>
                <w:b w:val="0"/>
                <w:sz w:val="24"/>
                <w:szCs w:val="24"/>
              </w:rPr>
              <w:t>rozwojem administracji publicznej</w:t>
            </w:r>
          </w:p>
        </w:tc>
      </w:tr>
      <w:tr w:rsidR="00177C0C" w:rsidRPr="00894A24" w14:paraId="164D63C8" w14:textId="77777777" w:rsidTr="00177C0C">
        <w:tc>
          <w:tcPr>
            <w:tcW w:w="844" w:type="dxa"/>
            <w:vAlign w:val="center"/>
          </w:tcPr>
          <w:p w14:paraId="350481CB" w14:textId="77777777" w:rsidR="00177C0C" w:rsidRPr="00894A24" w:rsidRDefault="00177C0C" w:rsidP="003B717F">
            <w:pPr>
              <w:pStyle w:val="Cele"/>
              <w:spacing w:before="40" w:after="40"/>
              <w:ind w:left="0" w:firstLine="0"/>
              <w:jc w:val="center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894A24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6" w:type="dxa"/>
            <w:vAlign w:val="center"/>
          </w:tcPr>
          <w:p w14:paraId="08F4116E" w14:textId="77777777" w:rsidR="00177C0C" w:rsidRPr="00894A24" w:rsidRDefault="00177C0C" w:rsidP="003B717F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94A24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Celem przedmiotu jest również zdobycie przez </w:t>
            </w:r>
            <w:r w:rsidR="00B355D6" w:rsidRPr="00894A24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s</w:t>
            </w:r>
            <w:r w:rsidRPr="00894A24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tudenta umiejętności i poznanie technik tworzenia strategii rozwoju</w:t>
            </w:r>
            <w:r w:rsidR="00BC518A" w:rsidRPr="00894A24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oraz jej wdrożenia w administracji publicznej. </w:t>
            </w:r>
          </w:p>
        </w:tc>
      </w:tr>
    </w:tbl>
    <w:p w14:paraId="31F9B9B0" w14:textId="77777777" w:rsidR="0085747A" w:rsidRPr="00894A2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555A18" w14:textId="77777777" w:rsidR="001D7B54" w:rsidRPr="00894A2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94A24">
        <w:rPr>
          <w:rFonts w:ascii="Corbel" w:hAnsi="Corbel"/>
          <w:b/>
          <w:sz w:val="24"/>
          <w:szCs w:val="24"/>
        </w:rPr>
        <w:t xml:space="preserve">3.2 </w:t>
      </w:r>
      <w:r w:rsidR="001D7B54" w:rsidRPr="00894A24">
        <w:rPr>
          <w:rFonts w:ascii="Corbel" w:hAnsi="Corbel"/>
          <w:b/>
          <w:sz w:val="24"/>
          <w:szCs w:val="24"/>
        </w:rPr>
        <w:t xml:space="preserve">Efekty </w:t>
      </w:r>
      <w:r w:rsidR="00C05F44" w:rsidRPr="00894A2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94A24">
        <w:rPr>
          <w:rFonts w:ascii="Corbel" w:hAnsi="Corbel"/>
          <w:b/>
          <w:sz w:val="24"/>
          <w:szCs w:val="24"/>
        </w:rPr>
        <w:t>dla przedmiotu</w:t>
      </w:r>
    </w:p>
    <w:p w14:paraId="696E3DA8" w14:textId="77777777" w:rsidR="001D7B54" w:rsidRPr="00894A2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6095"/>
        <w:gridCol w:w="1865"/>
      </w:tblGrid>
      <w:tr w:rsidR="0085747A" w:rsidRPr="00894A24" w14:paraId="71CF850E" w14:textId="77777777" w:rsidTr="003B717F">
        <w:tc>
          <w:tcPr>
            <w:tcW w:w="1560" w:type="dxa"/>
            <w:vAlign w:val="center"/>
          </w:tcPr>
          <w:p w14:paraId="4540484C" w14:textId="77777777" w:rsidR="0085747A" w:rsidRPr="00894A2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94A2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94A2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94A2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5" w:type="dxa"/>
            <w:vAlign w:val="center"/>
          </w:tcPr>
          <w:p w14:paraId="4E226586" w14:textId="77777777" w:rsidR="0085747A" w:rsidRPr="00894A2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94A2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94A2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89D9E53" w14:textId="77777777" w:rsidR="0085747A" w:rsidRPr="00894A2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94A2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35449" w:rsidRPr="00894A24" w14:paraId="01B68A86" w14:textId="77777777" w:rsidTr="003B717F">
        <w:tc>
          <w:tcPr>
            <w:tcW w:w="1560" w:type="dxa"/>
          </w:tcPr>
          <w:p w14:paraId="41305F0D" w14:textId="77777777" w:rsidR="00535449" w:rsidRPr="00894A24" w:rsidRDefault="00DD2831" w:rsidP="003B71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5" w:type="dxa"/>
          </w:tcPr>
          <w:p w14:paraId="77BB3E06" w14:textId="6124DADC" w:rsidR="00535449" w:rsidRPr="00894A24" w:rsidRDefault="135F5483" w:rsidP="003B71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280217B2" w:rsidRPr="00894A24">
              <w:rPr>
                <w:rFonts w:ascii="Corbel" w:hAnsi="Corbel"/>
                <w:b w:val="0"/>
                <w:smallCaps w:val="0"/>
                <w:szCs w:val="24"/>
              </w:rPr>
              <w:t xml:space="preserve">ykazuje się szczegółową wiedzą na temat struktur, instytucji i zasad działania organów administracji publicznej </w:t>
            </w:r>
            <w:r w:rsidRPr="00894A24">
              <w:rPr>
                <w:rFonts w:ascii="Corbel" w:hAnsi="Corbel"/>
                <w:b w:val="0"/>
                <w:smallCaps w:val="0"/>
                <w:szCs w:val="24"/>
              </w:rPr>
              <w:t>w dziedzinie strategicznego zarządzania rozwojem lokalnym i regionalnym,</w:t>
            </w:r>
            <w:r w:rsidR="003B71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280217B2" w:rsidRPr="00894A24">
              <w:rPr>
                <w:rFonts w:ascii="Corbel" w:hAnsi="Corbel"/>
                <w:b w:val="0"/>
                <w:smallCaps w:val="0"/>
                <w:szCs w:val="24"/>
              </w:rPr>
              <w:t>podmiotów administrujących, ich genezy i ewolucji oraz</w:t>
            </w:r>
            <w:r w:rsidR="003B71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280217B2" w:rsidRPr="00894A24">
              <w:rPr>
                <w:rFonts w:ascii="Corbel" w:hAnsi="Corbel"/>
                <w:b w:val="0"/>
                <w:smallCaps w:val="0"/>
                <w:szCs w:val="24"/>
              </w:rPr>
              <w:t>wykonywanych przez nie zadań;</w:t>
            </w:r>
          </w:p>
        </w:tc>
        <w:tc>
          <w:tcPr>
            <w:tcW w:w="1865" w:type="dxa"/>
          </w:tcPr>
          <w:p w14:paraId="6547773F" w14:textId="77777777" w:rsidR="00535449" w:rsidRPr="00894A24" w:rsidRDefault="00535449" w:rsidP="003B71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2466BB" w:rsidRPr="00894A24" w14:paraId="0EA36F8C" w14:textId="77777777" w:rsidTr="003B717F">
        <w:tc>
          <w:tcPr>
            <w:tcW w:w="1560" w:type="dxa"/>
          </w:tcPr>
          <w:p w14:paraId="52ECF9F7" w14:textId="77777777" w:rsidR="002466BB" w:rsidRPr="00894A24" w:rsidRDefault="000A4CA2" w:rsidP="003B71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2831" w:rsidRPr="00894A2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5" w:type="dxa"/>
          </w:tcPr>
          <w:p w14:paraId="260DA177" w14:textId="30A72B48" w:rsidR="002466BB" w:rsidRPr="00894A24" w:rsidRDefault="135F5483" w:rsidP="003B71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280217B2" w:rsidRPr="00894A24">
              <w:rPr>
                <w:rFonts w:ascii="Corbel" w:hAnsi="Corbel"/>
                <w:b w:val="0"/>
                <w:smallCaps w:val="0"/>
                <w:szCs w:val="24"/>
              </w:rPr>
              <w:t>osiada rozszerzoną wiedzę o roli człowieka, jego cechach i aktywności w sferze administracji oraz jako twórcy kultury i podmiotu konstytuującego struktury społeczne i</w:t>
            </w:r>
            <w:r w:rsidR="003B71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280217B2" w:rsidRPr="00894A24">
              <w:rPr>
                <w:rFonts w:ascii="Corbel" w:hAnsi="Corbel"/>
                <w:b w:val="0"/>
                <w:smallCaps w:val="0"/>
                <w:szCs w:val="24"/>
              </w:rPr>
              <w:t>zasady ich funkcjonowania;</w:t>
            </w:r>
            <w:r w:rsidR="003B717F">
              <w:rPr>
                <w:rFonts w:ascii="Corbel" w:hAnsi="Corbel"/>
                <w:b w:val="0"/>
                <w:smallCaps w:val="0"/>
                <w:szCs w:val="24"/>
              </w:rPr>
              <w:t xml:space="preserve"> s</w:t>
            </w:r>
            <w:r w:rsidR="085BA28C" w:rsidRPr="00894A24">
              <w:rPr>
                <w:rFonts w:ascii="Corbel" w:hAnsi="Corbel"/>
                <w:b w:val="0"/>
                <w:smallCaps w:val="0"/>
                <w:szCs w:val="24"/>
              </w:rPr>
              <w:t>tudent posiada umiejętność opracowywania strategicznych kierunków działania podmiotu administrującego oraz wskaz</w:t>
            </w:r>
            <w:r w:rsidR="5CE1A4CF" w:rsidRPr="00894A24">
              <w:rPr>
                <w:rFonts w:ascii="Corbel" w:hAnsi="Corbel"/>
                <w:b w:val="0"/>
                <w:smallCaps w:val="0"/>
                <w:szCs w:val="24"/>
              </w:rPr>
              <w:t>ania konsekwencji projektowanej strategii</w:t>
            </w:r>
            <w:r w:rsidR="294A8247" w:rsidRPr="00894A2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73F810A5" w14:textId="77777777" w:rsidR="002466BB" w:rsidRPr="00894A24" w:rsidRDefault="00BC717F" w:rsidP="003B71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0A4CA2" w:rsidRPr="00894A24" w14:paraId="68901D57" w14:textId="77777777" w:rsidTr="003B717F">
        <w:tc>
          <w:tcPr>
            <w:tcW w:w="1560" w:type="dxa"/>
          </w:tcPr>
          <w:p w14:paraId="2EFB0D06" w14:textId="77777777" w:rsidR="000A4CA2" w:rsidRPr="00894A24" w:rsidRDefault="000A4CA2" w:rsidP="003B71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2831" w:rsidRPr="00894A2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5" w:type="dxa"/>
          </w:tcPr>
          <w:p w14:paraId="68F79E57" w14:textId="1834465F" w:rsidR="000A4CA2" w:rsidRPr="00894A24" w:rsidRDefault="5747BF1F" w:rsidP="003B71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280217B2" w:rsidRPr="00894A24">
              <w:rPr>
                <w:rFonts w:ascii="Corbel" w:hAnsi="Corbel"/>
                <w:b w:val="0"/>
                <w:smallCaps w:val="0"/>
                <w:szCs w:val="24"/>
              </w:rPr>
              <w:t>otrafi prawidłowo identyfikować i interpretować zjawiska prawne i inne zachodzące w administracji oraz ich wzajemne relacje z wykorzystaniem wiedzy w zakresie nauk administracyjnych;</w:t>
            </w:r>
          </w:p>
        </w:tc>
        <w:tc>
          <w:tcPr>
            <w:tcW w:w="1865" w:type="dxa"/>
          </w:tcPr>
          <w:p w14:paraId="7E8251FC" w14:textId="77777777" w:rsidR="000A4CA2" w:rsidRPr="00894A24" w:rsidRDefault="00BC717F" w:rsidP="003B71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A4CA2" w:rsidRPr="00894A2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894A2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C717F" w:rsidRPr="00894A24" w14:paraId="0E4019A4" w14:textId="77777777" w:rsidTr="003B717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288EA" w14:textId="77777777" w:rsidR="00BC717F" w:rsidRPr="00894A24" w:rsidRDefault="00BC717F" w:rsidP="003B71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0AFB" w14:textId="45F5072B" w:rsidR="00BC717F" w:rsidRPr="00894A24" w:rsidRDefault="5747BF1F" w:rsidP="003B71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33EDA0D4" w:rsidRPr="00894A24">
              <w:rPr>
                <w:rFonts w:ascii="Corbel" w:hAnsi="Corbel"/>
                <w:b w:val="0"/>
                <w:smallCaps w:val="0"/>
                <w:szCs w:val="24"/>
              </w:rPr>
              <w:t xml:space="preserve">osiada umiejętność prowadzenia debaty, przygotowania prac pisemnych, prezentacji multimedialnych, oraz ustnych wystąpień w języku polskim w zakresie dziedzin i  dyscyplin naukowych wykładanych w ramach kierunku Administracja dotyczących zagadnień </w:t>
            </w:r>
            <w:r w:rsidRPr="00894A24">
              <w:rPr>
                <w:rFonts w:ascii="Corbel" w:hAnsi="Corbel"/>
                <w:b w:val="0"/>
                <w:smallCaps w:val="0"/>
                <w:szCs w:val="24"/>
              </w:rPr>
              <w:t xml:space="preserve">opracowywania strategicznych kierunków działania podmiotu administrującego oraz wskazania konsekwencji projektowanej strategii </w:t>
            </w:r>
            <w:r w:rsidR="33EDA0D4" w:rsidRPr="00894A2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4A24">
              <w:rPr>
                <w:rFonts w:ascii="Corbel" w:hAnsi="Corbel"/>
                <w:b w:val="0"/>
                <w:smallCaps w:val="0"/>
                <w:szCs w:val="24"/>
              </w:rPr>
              <w:t xml:space="preserve">zasad działania i zadań organów administracji publicznej w dziedzinie strategicznego zarządzania rozwojem lokalnym i regionalnym, </w:t>
            </w:r>
            <w:r w:rsidR="33EDA0D4" w:rsidRPr="00894A24">
              <w:rPr>
                <w:rFonts w:ascii="Corbel" w:hAnsi="Corbel"/>
                <w:b w:val="0"/>
                <w:smallCaps w:val="0"/>
                <w:szCs w:val="24"/>
              </w:rPr>
              <w:t>z wykorzystaniem poglądów doktryny, źródeł prawa oraz orzecznictwa sądowego i administracyjnego, a także</w:t>
            </w:r>
            <w:r w:rsidR="003B71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33EDA0D4" w:rsidRPr="00894A24">
              <w:rPr>
                <w:rFonts w:ascii="Corbel" w:hAnsi="Corbel"/>
                <w:b w:val="0"/>
                <w:smallCaps w:val="0"/>
                <w:szCs w:val="24"/>
              </w:rPr>
              <w:t>danych statystycznych;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536B2" w14:textId="77777777" w:rsidR="00BC717F" w:rsidRPr="00894A24" w:rsidRDefault="00BC717F" w:rsidP="003B71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</w:tbl>
    <w:p w14:paraId="74C77841" w14:textId="77777777" w:rsidR="003B717F" w:rsidRDefault="003B717F">
      <w:r>
        <w:rPr>
          <w:b/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6095"/>
        <w:gridCol w:w="1865"/>
      </w:tblGrid>
      <w:tr w:rsidR="00BC717F" w:rsidRPr="00894A24" w14:paraId="38E80683" w14:textId="77777777" w:rsidTr="003B717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6D49" w14:textId="2169D971" w:rsidR="00BC717F" w:rsidRPr="00894A24" w:rsidRDefault="00BC717F" w:rsidP="003B71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7904" w14:textId="77777777" w:rsidR="00BC717F" w:rsidRPr="00894A24" w:rsidRDefault="00894A24" w:rsidP="003B71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33EDA0D4" w:rsidRPr="00894A24">
              <w:rPr>
                <w:rFonts w:ascii="Corbel" w:hAnsi="Corbel"/>
                <w:b w:val="0"/>
                <w:smallCaps w:val="0"/>
                <w:szCs w:val="24"/>
              </w:rPr>
              <w:t xml:space="preserve">est zdolny do samodzielnego </w:t>
            </w:r>
            <w:r w:rsidRPr="00894A24">
              <w:rPr>
                <w:rFonts w:ascii="Corbel" w:hAnsi="Corbel"/>
                <w:b w:val="0"/>
                <w:smallCaps w:val="0"/>
                <w:szCs w:val="24"/>
              </w:rPr>
              <w:t>rozwiązywania</w:t>
            </w:r>
            <w:r w:rsidR="33EDA0D4" w:rsidRPr="00894A24">
              <w:rPr>
                <w:rFonts w:ascii="Corbel" w:hAnsi="Corbel"/>
                <w:b w:val="0"/>
                <w:smallCaps w:val="0"/>
                <w:szCs w:val="24"/>
              </w:rPr>
              <w:t xml:space="preserve"> podstawowych problemów administracyjnych, prawnych i etycznych związanych z funkcjonowaniem struktur publicznych i niepublicznych;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4CB7" w14:textId="77777777" w:rsidR="00BC717F" w:rsidRPr="00894A24" w:rsidRDefault="00BC717F" w:rsidP="003B71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BC717F" w:rsidRPr="00894A24" w14:paraId="222A9D78" w14:textId="77777777" w:rsidTr="003B717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E9726" w14:textId="77777777" w:rsidR="00BC717F" w:rsidRPr="00894A24" w:rsidRDefault="00BC717F" w:rsidP="003B71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2DCEC" w14:textId="5B99757C" w:rsidR="00BC717F" w:rsidRPr="00894A24" w:rsidRDefault="00894A24" w:rsidP="003B71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33EDA0D4" w:rsidRPr="00894A24">
              <w:rPr>
                <w:rFonts w:ascii="Corbel" w:hAnsi="Corbel"/>
                <w:b w:val="0"/>
                <w:smallCaps w:val="0"/>
                <w:szCs w:val="24"/>
              </w:rPr>
              <w:t>ykazuje odpowiedzialność za własne przygotowanie do</w:t>
            </w:r>
            <w:r w:rsidR="003B71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33EDA0D4" w:rsidRPr="00894A24">
              <w:rPr>
                <w:rFonts w:ascii="Corbel" w:hAnsi="Corbel"/>
                <w:b w:val="0"/>
                <w:smallCaps w:val="0"/>
                <w:szCs w:val="24"/>
              </w:rPr>
              <w:t>pracy, podejmowane decyzje, działania i ich skutki;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20947" w14:textId="77777777" w:rsidR="00BC717F" w:rsidRPr="00894A24" w:rsidRDefault="00BC717F" w:rsidP="003B71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57E7D2AB" w14:textId="77777777" w:rsidR="0085747A" w:rsidRPr="00894A2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89CE4C" w14:textId="28CB7E72" w:rsidR="0085747A" w:rsidRPr="00894A2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94A24">
        <w:rPr>
          <w:rFonts w:ascii="Corbel" w:hAnsi="Corbel"/>
          <w:b/>
          <w:sz w:val="24"/>
          <w:szCs w:val="24"/>
        </w:rPr>
        <w:t>3.3</w:t>
      </w:r>
      <w:r w:rsidR="003B717F">
        <w:rPr>
          <w:rFonts w:ascii="Corbel" w:hAnsi="Corbel"/>
          <w:b/>
          <w:sz w:val="24"/>
          <w:szCs w:val="24"/>
        </w:rPr>
        <w:t xml:space="preserve">. </w:t>
      </w:r>
      <w:r w:rsidR="0085747A" w:rsidRPr="00894A24">
        <w:rPr>
          <w:rFonts w:ascii="Corbel" w:hAnsi="Corbel"/>
          <w:b/>
          <w:sz w:val="24"/>
          <w:szCs w:val="24"/>
        </w:rPr>
        <w:t>T</w:t>
      </w:r>
      <w:r w:rsidR="001D7B54" w:rsidRPr="00894A24">
        <w:rPr>
          <w:rFonts w:ascii="Corbel" w:hAnsi="Corbel"/>
          <w:b/>
          <w:sz w:val="24"/>
          <w:szCs w:val="24"/>
        </w:rPr>
        <w:t>reści programowe</w:t>
      </w:r>
    </w:p>
    <w:p w14:paraId="08BC3432" w14:textId="77777777" w:rsidR="00675843" w:rsidRPr="00894A2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1B3ED6D" w14:textId="04D5A1EB" w:rsidR="003B717F" w:rsidRDefault="003B717F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 – nie dotyczy</w:t>
      </w:r>
    </w:p>
    <w:p w14:paraId="3B683BD0" w14:textId="77777777" w:rsidR="003B717F" w:rsidRDefault="003B717F" w:rsidP="003B717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72B1BEF" w14:textId="5A531E08" w:rsidR="0085747A" w:rsidRDefault="0085747A" w:rsidP="003B717F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894A2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94A24">
        <w:rPr>
          <w:rFonts w:ascii="Corbel" w:hAnsi="Corbel"/>
          <w:sz w:val="24"/>
          <w:szCs w:val="24"/>
        </w:rPr>
        <w:t xml:space="preserve">, </w:t>
      </w:r>
      <w:r w:rsidRPr="00894A24">
        <w:rPr>
          <w:rFonts w:ascii="Corbel" w:hAnsi="Corbel"/>
          <w:sz w:val="24"/>
          <w:szCs w:val="24"/>
        </w:rPr>
        <w:t>zajęć praktycznych</w:t>
      </w:r>
    </w:p>
    <w:p w14:paraId="4168535E" w14:textId="77777777" w:rsidR="003B717F" w:rsidRPr="00894A24" w:rsidRDefault="003B717F" w:rsidP="003B717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94A24" w14:paraId="7E195D74" w14:textId="77777777" w:rsidTr="004D6FEF">
        <w:trPr>
          <w:trHeight w:val="340"/>
        </w:trPr>
        <w:tc>
          <w:tcPr>
            <w:tcW w:w="9520" w:type="dxa"/>
            <w:vAlign w:val="center"/>
          </w:tcPr>
          <w:p w14:paraId="0BDB7B64" w14:textId="77777777" w:rsidR="0085747A" w:rsidRPr="00DF2AC1" w:rsidRDefault="0085747A" w:rsidP="003B717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F2AC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AE20B4" w:rsidRPr="00894A24" w14:paraId="137CA096" w14:textId="77777777" w:rsidTr="004D6FEF">
        <w:trPr>
          <w:trHeight w:val="340"/>
        </w:trPr>
        <w:tc>
          <w:tcPr>
            <w:tcW w:w="9520" w:type="dxa"/>
            <w:vAlign w:val="center"/>
          </w:tcPr>
          <w:p w14:paraId="2E2318D6" w14:textId="7D1F8D61" w:rsidR="00AE20B4" w:rsidRPr="00894A24" w:rsidRDefault="00AE20B4" w:rsidP="003B717F">
            <w:pPr>
              <w:pStyle w:val="Akapitzlist"/>
              <w:spacing w:after="0" w:line="240" w:lineRule="auto"/>
              <w:ind w:left="34" w:firstLine="3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Pojęcie planowania i planowania strategicznego. System planowania w organizacji.</w:t>
            </w:r>
            <w:r w:rsidR="003B717F">
              <w:rPr>
                <w:rFonts w:ascii="Corbel" w:hAnsi="Corbel"/>
                <w:sz w:val="24"/>
                <w:szCs w:val="24"/>
              </w:rPr>
              <w:br/>
            </w:r>
            <w:r w:rsidRPr="00894A24">
              <w:rPr>
                <w:rFonts w:ascii="Corbel" w:hAnsi="Corbel"/>
                <w:sz w:val="24"/>
                <w:szCs w:val="24"/>
              </w:rPr>
              <w:t xml:space="preserve">Cele i zasady planowania strategicznego. </w:t>
            </w:r>
          </w:p>
        </w:tc>
      </w:tr>
      <w:tr w:rsidR="00AE20B4" w:rsidRPr="00894A24" w14:paraId="61A0723C" w14:textId="77777777" w:rsidTr="004D6FEF">
        <w:trPr>
          <w:trHeight w:val="340"/>
        </w:trPr>
        <w:tc>
          <w:tcPr>
            <w:tcW w:w="9520" w:type="dxa"/>
            <w:vAlign w:val="center"/>
          </w:tcPr>
          <w:p w14:paraId="2F2961FA" w14:textId="3E7FBB19" w:rsidR="00AE20B4" w:rsidRPr="00894A24" w:rsidRDefault="00AE20B4" w:rsidP="003B717F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Metody i etapy planowania strategicznego.  Rola oraz wady i zalety planowani strategicznego. Rola zespołu w planowaniu strategicznym.</w:t>
            </w:r>
          </w:p>
        </w:tc>
      </w:tr>
      <w:tr w:rsidR="00AE20B4" w:rsidRPr="00894A24" w14:paraId="5AE52795" w14:textId="77777777" w:rsidTr="004D6FEF">
        <w:trPr>
          <w:trHeight w:val="340"/>
        </w:trPr>
        <w:tc>
          <w:tcPr>
            <w:tcW w:w="9520" w:type="dxa"/>
            <w:vAlign w:val="center"/>
          </w:tcPr>
          <w:p w14:paraId="634B4D66" w14:textId="77777777" w:rsidR="00AE20B4" w:rsidRPr="00894A24" w:rsidRDefault="00AE20B4" w:rsidP="003B717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 xml:space="preserve">Pojęcie zarządzania rozwojem. Zarządzanie rozwojem jako jedno z zadań administracji. </w:t>
            </w:r>
          </w:p>
        </w:tc>
      </w:tr>
      <w:tr w:rsidR="00704BA8" w:rsidRPr="00894A24" w14:paraId="55130B9E" w14:textId="77777777" w:rsidTr="004D6FEF">
        <w:trPr>
          <w:trHeight w:val="340"/>
        </w:trPr>
        <w:tc>
          <w:tcPr>
            <w:tcW w:w="9520" w:type="dxa"/>
            <w:vAlign w:val="center"/>
          </w:tcPr>
          <w:p w14:paraId="242C5DB1" w14:textId="77777777" w:rsidR="00704BA8" w:rsidRPr="00894A24" w:rsidRDefault="001C3C2E" w:rsidP="003B71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Ramy p</w:t>
            </w:r>
            <w:r w:rsidR="0070058E" w:rsidRPr="00894A24">
              <w:rPr>
                <w:rFonts w:ascii="Corbel" w:hAnsi="Corbel"/>
                <w:sz w:val="24"/>
                <w:szCs w:val="24"/>
              </w:rPr>
              <w:t xml:space="preserve">rawne </w:t>
            </w:r>
            <w:r w:rsidR="00B355D6" w:rsidRPr="00894A24">
              <w:rPr>
                <w:rFonts w:ascii="Corbel" w:hAnsi="Corbel"/>
                <w:sz w:val="24"/>
                <w:szCs w:val="24"/>
              </w:rPr>
              <w:t xml:space="preserve">polityki rozwoju oraz podmioty odpowiedzialne za politykę rozwoju. </w:t>
            </w:r>
          </w:p>
        </w:tc>
      </w:tr>
      <w:tr w:rsidR="00AE20B4" w:rsidRPr="00894A24" w14:paraId="74BC7537" w14:textId="77777777" w:rsidTr="004D6FEF">
        <w:trPr>
          <w:trHeight w:val="340"/>
        </w:trPr>
        <w:tc>
          <w:tcPr>
            <w:tcW w:w="9520" w:type="dxa"/>
            <w:vAlign w:val="center"/>
          </w:tcPr>
          <w:p w14:paraId="56B18EB4" w14:textId="77777777" w:rsidR="00AE20B4" w:rsidRPr="00894A24" w:rsidRDefault="4B3904D4" w:rsidP="003B71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Wybrane strategie rozwoju w strategiach krajowych: zintegrowane (</w:t>
            </w:r>
            <w:r w:rsidRPr="00894A24">
              <w:rPr>
                <w:rFonts w:ascii="Corbel" w:hAnsi="Corbel"/>
                <w:color w:val="1B1B1B"/>
                <w:sz w:val="24"/>
                <w:szCs w:val="24"/>
                <w:shd w:val="clear" w:color="auto" w:fill="FFFFFF"/>
              </w:rPr>
              <w:t>Strategię Rozwoju Kraju 2020)</w:t>
            </w:r>
            <w:r w:rsidR="51D5ECA0" w:rsidRPr="00894A24">
              <w:rPr>
                <w:rFonts w:ascii="Corbel" w:hAnsi="Corbel"/>
                <w:color w:val="1B1B1B"/>
                <w:sz w:val="24"/>
                <w:szCs w:val="24"/>
                <w:shd w:val="clear" w:color="auto" w:fill="FFFFFF"/>
              </w:rPr>
              <w:t>;</w:t>
            </w:r>
            <w:r w:rsidRPr="00894A24">
              <w:rPr>
                <w:rFonts w:ascii="Corbel" w:hAnsi="Corbel"/>
                <w:color w:val="1B1B1B"/>
                <w:sz w:val="24"/>
                <w:szCs w:val="24"/>
                <w:shd w:val="clear" w:color="auto" w:fill="FFFFFF"/>
              </w:rPr>
              <w:t xml:space="preserve"> szczegółowe </w:t>
            </w:r>
            <w:r w:rsidRPr="00894A24">
              <w:rPr>
                <w:rFonts w:ascii="Corbel" w:hAnsi="Corbel"/>
                <w:sz w:val="24"/>
                <w:szCs w:val="24"/>
              </w:rPr>
              <w:t>(w tym Krajowej Strategii Rozwoju Regionalnego</w:t>
            </w:r>
            <w:r w:rsidR="51D5ECA0" w:rsidRPr="00894A24">
              <w:rPr>
                <w:rFonts w:ascii="Corbel" w:hAnsi="Corbel"/>
                <w:sz w:val="24"/>
                <w:szCs w:val="24"/>
              </w:rPr>
              <w:t>);</w:t>
            </w:r>
            <w:r w:rsidRPr="00894A24">
              <w:rPr>
                <w:rFonts w:ascii="Corbel" w:hAnsi="Corbel"/>
                <w:sz w:val="24"/>
                <w:szCs w:val="24"/>
              </w:rPr>
              <w:t>ponadregionalne  (</w:t>
            </w:r>
            <w:r w:rsidRPr="00894A24">
              <w:rPr>
                <w:rFonts w:ascii="Corbel" w:hAnsi="Corbel"/>
                <w:color w:val="1B1B1B"/>
                <w:sz w:val="24"/>
                <w:szCs w:val="24"/>
                <w:shd w:val="clear" w:color="auto" w:fill="FFFFFF"/>
              </w:rPr>
              <w:t>Strategia rozwoju społeczno-gospodarczego Polski Wschodniej do roku 2020)</w:t>
            </w:r>
            <w:r w:rsidR="785E6CF1" w:rsidRPr="00894A24">
              <w:rPr>
                <w:rFonts w:ascii="Corbel" w:hAnsi="Corbel"/>
                <w:color w:val="1B1B1B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704BA8" w:rsidRPr="00894A24" w14:paraId="2D7AE9DB" w14:textId="77777777" w:rsidTr="004D6FEF">
        <w:trPr>
          <w:trHeight w:val="340"/>
        </w:trPr>
        <w:tc>
          <w:tcPr>
            <w:tcW w:w="9520" w:type="dxa"/>
            <w:vAlign w:val="center"/>
          </w:tcPr>
          <w:p w14:paraId="7CE9B969" w14:textId="404994C5" w:rsidR="00704BA8" w:rsidRPr="00894A24" w:rsidRDefault="112B7477" w:rsidP="003B71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2A657B0">
              <w:rPr>
                <w:rFonts w:ascii="Corbel" w:hAnsi="Corbel"/>
                <w:sz w:val="24"/>
                <w:szCs w:val="24"/>
              </w:rPr>
              <w:t>Tworzenie</w:t>
            </w:r>
            <w:r w:rsidR="54DD2347" w:rsidRPr="22A657B0">
              <w:rPr>
                <w:rFonts w:ascii="Corbel" w:hAnsi="Corbel"/>
                <w:sz w:val="24"/>
                <w:szCs w:val="24"/>
              </w:rPr>
              <w:t xml:space="preserve"> strategii rozwoju lokalnego i regionalnego (w tym diagnoza</w:t>
            </w:r>
            <w:r w:rsidR="003B717F">
              <w:rPr>
                <w:rFonts w:ascii="Corbel" w:hAnsi="Corbel"/>
                <w:sz w:val="24"/>
                <w:szCs w:val="24"/>
              </w:rPr>
              <w:t xml:space="preserve"> </w:t>
            </w:r>
            <w:r w:rsidR="54DD2347" w:rsidRPr="22A657B0">
              <w:rPr>
                <w:rFonts w:ascii="Corbel" w:hAnsi="Corbel"/>
                <w:sz w:val="24"/>
                <w:szCs w:val="24"/>
              </w:rPr>
              <w:t>i analiza strategiczna, wyznaczanie strategicznych kierunków działania wraz z celami strategicznymi i operacyjnymi</w:t>
            </w:r>
            <w:r w:rsidR="15AE511F" w:rsidRPr="22A657B0">
              <w:rPr>
                <w:rFonts w:ascii="Corbel" w:hAnsi="Corbel"/>
                <w:sz w:val="24"/>
                <w:szCs w:val="24"/>
              </w:rPr>
              <w:t xml:space="preserve">, </w:t>
            </w:r>
            <w:r w:rsidR="54DD2347" w:rsidRPr="22A657B0">
              <w:rPr>
                <w:rFonts w:ascii="Corbel" w:hAnsi="Corbel"/>
                <w:sz w:val="24"/>
                <w:szCs w:val="24"/>
              </w:rPr>
              <w:t xml:space="preserve">instrumenty </w:t>
            </w:r>
            <w:r w:rsidR="15AE511F" w:rsidRPr="22A657B0">
              <w:rPr>
                <w:rFonts w:ascii="Corbel" w:hAnsi="Corbel"/>
                <w:sz w:val="24"/>
                <w:szCs w:val="24"/>
              </w:rPr>
              <w:t>realizacj</w:t>
            </w:r>
            <w:r w:rsidR="59E90CC7" w:rsidRPr="22A657B0">
              <w:rPr>
                <w:rFonts w:ascii="Corbel" w:hAnsi="Corbel"/>
                <w:sz w:val="24"/>
                <w:szCs w:val="24"/>
              </w:rPr>
              <w:t>i</w:t>
            </w:r>
            <w:r w:rsidR="15AE511F" w:rsidRPr="22A657B0">
              <w:rPr>
                <w:rFonts w:ascii="Corbel" w:hAnsi="Corbel"/>
                <w:sz w:val="24"/>
                <w:szCs w:val="24"/>
              </w:rPr>
              <w:t xml:space="preserve"> i monitoring</w:t>
            </w:r>
            <w:r w:rsidR="54DD2347" w:rsidRPr="22A657B0">
              <w:rPr>
                <w:rFonts w:ascii="Corbel" w:hAnsi="Corbel"/>
                <w:sz w:val="24"/>
                <w:szCs w:val="24"/>
              </w:rPr>
              <w:t>u realizacji strategii</w:t>
            </w:r>
            <w:r w:rsidR="001C3C2E" w:rsidRPr="22A657B0">
              <w:rPr>
                <w:rFonts w:ascii="Corbel" w:hAnsi="Corbel"/>
                <w:sz w:val="24"/>
                <w:szCs w:val="24"/>
              </w:rPr>
              <w:t>, procesy uspołecznienia strategii rozwoju</w:t>
            </w:r>
            <w:r w:rsidR="54DD2347" w:rsidRPr="22A657B0">
              <w:rPr>
                <w:rFonts w:ascii="Corbel" w:hAnsi="Corbel"/>
                <w:sz w:val="24"/>
                <w:szCs w:val="24"/>
              </w:rPr>
              <w:t>) na przykładzie</w:t>
            </w:r>
            <w:r w:rsidR="003B717F">
              <w:rPr>
                <w:rFonts w:ascii="Corbel" w:hAnsi="Corbel"/>
                <w:sz w:val="24"/>
                <w:szCs w:val="24"/>
              </w:rPr>
              <w:t xml:space="preserve"> </w:t>
            </w:r>
            <w:r w:rsidR="001C3C2E" w:rsidRPr="22A657B0">
              <w:rPr>
                <w:rFonts w:ascii="Corbel" w:hAnsi="Corbel"/>
                <w:sz w:val="24"/>
                <w:szCs w:val="24"/>
              </w:rPr>
              <w:t xml:space="preserve">wybranych </w:t>
            </w:r>
            <w:r w:rsidR="54DD2347" w:rsidRPr="22A657B0">
              <w:rPr>
                <w:rFonts w:ascii="Corbel" w:hAnsi="Corbel"/>
                <w:sz w:val="24"/>
                <w:szCs w:val="24"/>
              </w:rPr>
              <w:t>s</w:t>
            </w:r>
            <w:r w:rsidRPr="22A657B0">
              <w:rPr>
                <w:rFonts w:ascii="Corbel" w:hAnsi="Corbel"/>
                <w:sz w:val="24"/>
                <w:szCs w:val="24"/>
              </w:rPr>
              <w:t>trategi</w:t>
            </w:r>
            <w:r w:rsidR="54DD2347" w:rsidRPr="22A657B0">
              <w:rPr>
                <w:rFonts w:ascii="Corbel" w:hAnsi="Corbel"/>
                <w:sz w:val="24"/>
                <w:szCs w:val="24"/>
              </w:rPr>
              <w:t>i</w:t>
            </w:r>
            <w:r w:rsidRPr="22A657B0">
              <w:rPr>
                <w:rFonts w:ascii="Corbel" w:hAnsi="Corbel"/>
                <w:sz w:val="24"/>
                <w:szCs w:val="24"/>
              </w:rPr>
              <w:t xml:space="preserve"> rozwoju jednostek samorządu terytorialnego.</w:t>
            </w:r>
          </w:p>
        </w:tc>
      </w:tr>
      <w:tr w:rsidR="00AE20B4" w:rsidRPr="00894A24" w14:paraId="0A734390" w14:textId="77777777" w:rsidTr="004D6FEF">
        <w:trPr>
          <w:trHeight w:val="340"/>
        </w:trPr>
        <w:tc>
          <w:tcPr>
            <w:tcW w:w="9520" w:type="dxa"/>
            <w:vAlign w:val="center"/>
          </w:tcPr>
          <w:p w14:paraId="5F6A4203" w14:textId="77777777" w:rsidR="00AE20B4" w:rsidRPr="00894A24" w:rsidRDefault="00AE20B4" w:rsidP="003B71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Strategie rozwiązywania problemów społecznych w systemie lokalnego zarządzania strategicznego</w:t>
            </w:r>
            <w:r w:rsidR="006132CF" w:rsidRPr="00894A2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2F38FF5" w14:textId="77777777" w:rsidR="0085747A" w:rsidRPr="00894A24" w:rsidRDefault="0085747A" w:rsidP="003B717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E656A9" w14:textId="1A090227" w:rsidR="0085747A" w:rsidRPr="00894A24" w:rsidRDefault="009F4610" w:rsidP="003B717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94A24">
        <w:rPr>
          <w:rFonts w:ascii="Corbel" w:hAnsi="Corbel"/>
          <w:smallCaps w:val="0"/>
          <w:szCs w:val="24"/>
        </w:rPr>
        <w:t>3.4</w:t>
      </w:r>
      <w:r w:rsidR="003B717F">
        <w:rPr>
          <w:rFonts w:ascii="Corbel" w:hAnsi="Corbel"/>
          <w:smallCaps w:val="0"/>
          <w:szCs w:val="24"/>
        </w:rPr>
        <w:t>.</w:t>
      </w:r>
      <w:r w:rsidRPr="00894A24">
        <w:rPr>
          <w:rFonts w:ascii="Corbel" w:hAnsi="Corbel"/>
          <w:smallCaps w:val="0"/>
          <w:szCs w:val="24"/>
        </w:rPr>
        <w:t xml:space="preserve"> Metody dydaktyczne</w:t>
      </w:r>
    </w:p>
    <w:p w14:paraId="23977521" w14:textId="77777777" w:rsidR="0085747A" w:rsidRPr="00894A24" w:rsidRDefault="0085747A" w:rsidP="003B71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753468" w14:textId="580D8736" w:rsidR="00704BA8" w:rsidRPr="00894A24" w:rsidRDefault="003B717F" w:rsidP="003B717F">
      <w:pPr>
        <w:pStyle w:val="Punktygwne"/>
        <w:spacing w:before="0" w:after="0"/>
        <w:ind w:left="851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Konwersatorium: </w:t>
      </w:r>
      <w:r w:rsidR="00704BA8" w:rsidRPr="00894A24">
        <w:rPr>
          <w:rFonts w:ascii="Corbel" w:hAnsi="Corbel"/>
          <w:b w:val="0"/>
          <w:smallCaps w:val="0"/>
          <w:szCs w:val="24"/>
        </w:rPr>
        <w:t>metoda projektów, praca w grupach</w:t>
      </w:r>
      <w:r w:rsidR="003E1329" w:rsidRPr="00894A24">
        <w:rPr>
          <w:rFonts w:ascii="Corbel" w:hAnsi="Corbel"/>
          <w:b w:val="0"/>
          <w:smallCaps w:val="0"/>
          <w:szCs w:val="24"/>
        </w:rPr>
        <w:t xml:space="preserve">, </w:t>
      </w:r>
      <w:r w:rsidR="001C3C2E" w:rsidRPr="00894A24">
        <w:rPr>
          <w:rFonts w:ascii="Corbel" w:hAnsi="Corbel"/>
          <w:b w:val="0"/>
          <w:smallCaps w:val="0"/>
          <w:szCs w:val="24"/>
        </w:rPr>
        <w:t>dyskusja, analiza przypadków</w:t>
      </w:r>
    </w:p>
    <w:p w14:paraId="2F76FB91" w14:textId="46A08DE6" w:rsidR="003B717F" w:rsidRDefault="003B717F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78278AF8" w14:textId="75C8B28F" w:rsidR="0085747A" w:rsidRPr="00894A24" w:rsidRDefault="00C61DC5" w:rsidP="003B717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94A24">
        <w:rPr>
          <w:rFonts w:ascii="Corbel" w:hAnsi="Corbel"/>
          <w:smallCaps w:val="0"/>
          <w:szCs w:val="24"/>
        </w:rPr>
        <w:t xml:space="preserve">4. </w:t>
      </w:r>
      <w:r w:rsidR="0085747A" w:rsidRPr="00894A24">
        <w:rPr>
          <w:rFonts w:ascii="Corbel" w:hAnsi="Corbel"/>
          <w:smallCaps w:val="0"/>
          <w:szCs w:val="24"/>
        </w:rPr>
        <w:t>METODY I KRYTERIA OCENY</w:t>
      </w:r>
    </w:p>
    <w:p w14:paraId="200B39A4" w14:textId="77777777" w:rsidR="00923D7D" w:rsidRPr="00894A24" w:rsidRDefault="00923D7D" w:rsidP="003B717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AF11A2" w14:textId="36673962" w:rsidR="0085747A" w:rsidRPr="00894A24" w:rsidRDefault="0085747A" w:rsidP="003B717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94A24">
        <w:rPr>
          <w:rFonts w:ascii="Corbel" w:hAnsi="Corbel"/>
          <w:smallCaps w:val="0"/>
          <w:szCs w:val="24"/>
        </w:rPr>
        <w:t>4.1</w:t>
      </w:r>
      <w:r w:rsidR="003B717F">
        <w:rPr>
          <w:rFonts w:ascii="Corbel" w:hAnsi="Corbel"/>
          <w:smallCaps w:val="0"/>
          <w:szCs w:val="24"/>
        </w:rPr>
        <w:t>.</w:t>
      </w:r>
      <w:r w:rsidRPr="00894A24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894A24">
        <w:rPr>
          <w:rFonts w:ascii="Corbel" w:hAnsi="Corbel"/>
          <w:smallCaps w:val="0"/>
          <w:szCs w:val="24"/>
        </w:rPr>
        <w:t>uczenia się</w:t>
      </w:r>
    </w:p>
    <w:p w14:paraId="7C445182" w14:textId="77777777" w:rsidR="0085747A" w:rsidRPr="00894A24" w:rsidRDefault="0085747A" w:rsidP="003B71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94A24" w14:paraId="42568DED" w14:textId="77777777" w:rsidTr="6DC26561">
        <w:tc>
          <w:tcPr>
            <w:tcW w:w="1962" w:type="dxa"/>
            <w:vAlign w:val="center"/>
          </w:tcPr>
          <w:p w14:paraId="63F7EA60" w14:textId="77777777" w:rsidR="0085747A" w:rsidRPr="00894A2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E75259" w14:textId="77777777" w:rsidR="0085747A" w:rsidRPr="00894A24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A87FCB" w:rsidRPr="00894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1D4EE245" w14:textId="77777777" w:rsidR="0085747A" w:rsidRPr="00894A2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94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64B44E8" w14:textId="77777777" w:rsidR="00923D7D" w:rsidRPr="00894A2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9F824D" w14:textId="77777777" w:rsidR="0085747A" w:rsidRPr="00894A2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94A2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94A2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04BA8" w:rsidRPr="00894A24" w14:paraId="47577B48" w14:textId="77777777" w:rsidTr="004D6FEF">
        <w:trPr>
          <w:trHeight w:val="227"/>
        </w:trPr>
        <w:tc>
          <w:tcPr>
            <w:tcW w:w="1962" w:type="dxa"/>
          </w:tcPr>
          <w:p w14:paraId="0D8FA1A8" w14:textId="67E14D82" w:rsidR="00704BA8" w:rsidRPr="003B717F" w:rsidRDefault="003B717F" w:rsidP="00704B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17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5A39545D" w14:textId="151993B7" w:rsidR="00704BA8" w:rsidRPr="004D6FEF" w:rsidRDefault="004D6FEF" w:rsidP="003B71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F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14:paraId="646665AD" w14:textId="77777777" w:rsidR="00704BA8" w:rsidRPr="00894A24" w:rsidRDefault="00704BA8" w:rsidP="003B71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894A24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894A2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04BA8" w:rsidRPr="00894A24" w14:paraId="1C0D4E1A" w14:textId="77777777" w:rsidTr="004D6FEF">
        <w:trPr>
          <w:trHeight w:val="227"/>
        </w:trPr>
        <w:tc>
          <w:tcPr>
            <w:tcW w:w="1962" w:type="dxa"/>
          </w:tcPr>
          <w:p w14:paraId="02216668" w14:textId="7956F124" w:rsidR="00704BA8" w:rsidRPr="003B717F" w:rsidRDefault="003B717F" w:rsidP="00704B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17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566250D0" w14:textId="10FF4861" w:rsidR="00704BA8" w:rsidRPr="004D6FEF" w:rsidRDefault="004D6FEF" w:rsidP="003B71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F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14:paraId="14C31BC7" w14:textId="77777777" w:rsidR="00704BA8" w:rsidRPr="00894A24" w:rsidRDefault="00704BA8" w:rsidP="003B71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894A24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894A2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04BA8" w:rsidRPr="00894A24" w14:paraId="0986E6C5" w14:textId="77777777" w:rsidTr="004D6FEF">
        <w:trPr>
          <w:trHeight w:val="227"/>
        </w:trPr>
        <w:tc>
          <w:tcPr>
            <w:tcW w:w="1962" w:type="dxa"/>
          </w:tcPr>
          <w:p w14:paraId="457A06C0" w14:textId="176DDBF5" w:rsidR="00704BA8" w:rsidRPr="003B717F" w:rsidRDefault="003B717F" w:rsidP="00704B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17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7561BC47" w14:textId="0A9A6EFB" w:rsidR="00704BA8" w:rsidRPr="004D6FEF" w:rsidRDefault="004D6FEF" w:rsidP="003B71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F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14:paraId="4180E967" w14:textId="77777777" w:rsidR="00704BA8" w:rsidRPr="00894A24" w:rsidRDefault="00704BA8" w:rsidP="003B71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894A24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894A2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296055" w:rsidRPr="00894A24" w14:paraId="33C53FAF" w14:textId="77777777" w:rsidTr="004D6FEF">
        <w:trPr>
          <w:trHeight w:val="227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FB895" w14:textId="6C9C035E" w:rsidR="00296055" w:rsidRPr="003B717F" w:rsidRDefault="003B717F" w:rsidP="005F43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17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8FBA0" w14:textId="5B706253" w:rsidR="00296055" w:rsidRPr="004D6FEF" w:rsidRDefault="004D6FEF" w:rsidP="003B71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6F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A1E9D" w14:textId="77777777" w:rsidR="00296055" w:rsidRPr="00894A24" w:rsidRDefault="00296055" w:rsidP="003B71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94A24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894A2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296055" w:rsidRPr="00894A24" w14:paraId="13968827" w14:textId="77777777" w:rsidTr="004D6FEF">
        <w:trPr>
          <w:trHeight w:val="227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8DD77" w14:textId="383A2449" w:rsidR="00296055" w:rsidRPr="003B717F" w:rsidRDefault="003B717F" w:rsidP="005F43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17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4DD40" w14:textId="19A0ACFA" w:rsidR="00296055" w:rsidRPr="004D6FEF" w:rsidRDefault="004D6FEF" w:rsidP="003B71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6F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88A83" w14:textId="77777777" w:rsidR="00296055" w:rsidRPr="00894A24" w:rsidRDefault="00296055" w:rsidP="003B71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94A24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894A2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296055" w:rsidRPr="00894A24" w14:paraId="11F32AB6" w14:textId="77777777" w:rsidTr="004D6FEF">
        <w:trPr>
          <w:trHeight w:val="227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FB5D" w14:textId="298ED72B" w:rsidR="00296055" w:rsidRPr="003B717F" w:rsidRDefault="003B717F" w:rsidP="005F43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17F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E54B" w14:textId="035CB002" w:rsidR="00296055" w:rsidRPr="004D6FEF" w:rsidRDefault="004D6FEF" w:rsidP="003B71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6F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452A" w14:textId="77777777" w:rsidR="00296055" w:rsidRPr="00894A24" w:rsidRDefault="00296055" w:rsidP="003B71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94A24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894A2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8BA426A" w14:textId="77777777" w:rsidR="008663C0" w:rsidRPr="00894A24" w:rsidRDefault="008663C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C929C1F" w14:textId="27D8321B" w:rsidR="0085747A" w:rsidRPr="00894A2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94A24">
        <w:rPr>
          <w:rFonts w:ascii="Corbel" w:hAnsi="Corbel"/>
          <w:smallCaps w:val="0"/>
          <w:szCs w:val="24"/>
        </w:rPr>
        <w:lastRenderedPageBreak/>
        <w:t>4.2</w:t>
      </w:r>
      <w:r w:rsidR="003B717F">
        <w:rPr>
          <w:rFonts w:ascii="Corbel" w:hAnsi="Corbel"/>
          <w:smallCaps w:val="0"/>
          <w:szCs w:val="24"/>
        </w:rPr>
        <w:t>.</w:t>
      </w:r>
      <w:r w:rsidRPr="00894A24">
        <w:rPr>
          <w:rFonts w:ascii="Corbel" w:hAnsi="Corbel"/>
          <w:smallCaps w:val="0"/>
          <w:szCs w:val="24"/>
        </w:rPr>
        <w:t xml:space="preserve"> </w:t>
      </w:r>
      <w:r w:rsidR="0085747A" w:rsidRPr="00894A24">
        <w:rPr>
          <w:rFonts w:ascii="Corbel" w:hAnsi="Corbel"/>
          <w:smallCaps w:val="0"/>
          <w:szCs w:val="24"/>
        </w:rPr>
        <w:t>Warunki zaliczenia przedmiotu (kryteria oceniania)</w:t>
      </w:r>
    </w:p>
    <w:p w14:paraId="7F7C3344" w14:textId="77777777" w:rsidR="008663C0" w:rsidRPr="00894A24" w:rsidRDefault="008663C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663C0" w:rsidRPr="00894A24" w14:paraId="3885AC72" w14:textId="77777777" w:rsidTr="037537F9">
        <w:tc>
          <w:tcPr>
            <w:tcW w:w="9670" w:type="dxa"/>
          </w:tcPr>
          <w:p w14:paraId="5AC7A805" w14:textId="77777777" w:rsidR="008663C0" w:rsidRPr="00F55EFC" w:rsidRDefault="00F55EFC" w:rsidP="003B717F">
            <w:pPr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F55EFC">
              <w:rPr>
                <w:rFonts w:ascii="Corbel" w:hAnsi="Corbel"/>
                <w:b/>
                <w:bCs/>
                <w:sz w:val="24"/>
                <w:szCs w:val="24"/>
              </w:rPr>
              <w:t>Konwersatorium:</w:t>
            </w:r>
            <w:r w:rsidRPr="00F55EFC">
              <w:rPr>
                <w:rFonts w:ascii="Corbel" w:hAnsi="Corbel"/>
                <w:sz w:val="24"/>
                <w:szCs w:val="24"/>
              </w:rPr>
              <w:t xml:space="preserve"> Warunkiem zaliczenia przedmiotu jest udział w przygotowaniu grupowego projektu. Kryteria oceniania pracy projektowej: stopień udziału w projekcie, prawidłowość wykorzystanych metod i technik, kreatywność myślenia. </w:t>
            </w:r>
            <w:r w:rsidRPr="00F55EFC">
              <w:rPr>
                <w:rFonts w:ascii="Corbel" w:hAnsi="Corbel"/>
                <w:color w:val="000000" w:themeColor="text1"/>
                <w:sz w:val="24"/>
                <w:szCs w:val="24"/>
              </w:rPr>
              <w:t>Aktywność oraz obecność na zajęciach.</w:t>
            </w:r>
          </w:p>
        </w:tc>
      </w:tr>
    </w:tbl>
    <w:p w14:paraId="4B0D1209" w14:textId="77777777" w:rsidR="0085747A" w:rsidRPr="00894A2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79C127" w14:textId="77777777" w:rsidR="009F4610" w:rsidRPr="00894A2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94A24">
        <w:rPr>
          <w:rFonts w:ascii="Corbel" w:hAnsi="Corbel"/>
          <w:b/>
          <w:sz w:val="24"/>
          <w:szCs w:val="24"/>
        </w:rPr>
        <w:t xml:space="preserve">5. </w:t>
      </w:r>
      <w:r w:rsidR="00C61DC5" w:rsidRPr="00894A2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CF3E5DD" w14:textId="77777777" w:rsidR="0085747A" w:rsidRPr="00894A2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="0085747A" w:rsidRPr="00894A24" w14:paraId="353B647C" w14:textId="77777777" w:rsidTr="003B717F">
        <w:tc>
          <w:tcPr>
            <w:tcW w:w="5103" w:type="dxa"/>
            <w:vAlign w:val="center"/>
          </w:tcPr>
          <w:p w14:paraId="03C609F5" w14:textId="77777777" w:rsidR="0085747A" w:rsidRPr="00894A2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94A2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94A2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94A2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5F78B818" w14:textId="77777777" w:rsidR="0085747A" w:rsidRPr="00894A2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94A2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94A2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94A2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94A24" w14:paraId="4F96CE8D" w14:textId="77777777" w:rsidTr="003B717F">
        <w:tc>
          <w:tcPr>
            <w:tcW w:w="5103" w:type="dxa"/>
          </w:tcPr>
          <w:p w14:paraId="428AB4E0" w14:textId="77777777" w:rsidR="0085747A" w:rsidRPr="00894A2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2A657B0">
              <w:rPr>
                <w:rFonts w:ascii="Corbel" w:hAnsi="Corbel"/>
                <w:sz w:val="24"/>
                <w:szCs w:val="24"/>
              </w:rPr>
              <w:t>G</w:t>
            </w:r>
            <w:r w:rsidR="0085747A" w:rsidRPr="22A657B0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3E853BA3" w:rsidRPr="22A657B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22A657B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14:paraId="5E49C852" w14:textId="77777777" w:rsidR="0085747A" w:rsidRPr="00894A24" w:rsidRDefault="00704B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894A24" w14:paraId="257F2388" w14:textId="77777777" w:rsidTr="003B717F">
        <w:tc>
          <w:tcPr>
            <w:tcW w:w="5103" w:type="dxa"/>
          </w:tcPr>
          <w:p w14:paraId="677ECC1D" w14:textId="77777777" w:rsidR="00C61DC5" w:rsidRPr="00894A2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6696D06" w14:textId="77777777" w:rsidR="00C61DC5" w:rsidRPr="00894A2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6" w:type="dxa"/>
          </w:tcPr>
          <w:p w14:paraId="158835A8" w14:textId="77777777" w:rsidR="00C61DC5" w:rsidRPr="00894A24" w:rsidRDefault="00704B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894A24" w14:paraId="37D0AECB" w14:textId="77777777" w:rsidTr="003B717F">
        <w:tc>
          <w:tcPr>
            <w:tcW w:w="5103" w:type="dxa"/>
          </w:tcPr>
          <w:p w14:paraId="1982E669" w14:textId="77777777" w:rsidR="0071620A" w:rsidRPr="00894A2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94A2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94A2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DCE00FE" w14:textId="77777777" w:rsidR="00C61DC5" w:rsidRPr="00894A2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536" w:type="dxa"/>
          </w:tcPr>
          <w:p w14:paraId="7308E89C" w14:textId="77777777" w:rsidR="00C61DC5" w:rsidRPr="00894A24" w:rsidRDefault="00C913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894A24" w14:paraId="02E91BC7" w14:textId="77777777" w:rsidTr="003B717F">
        <w:trPr>
          <w:trHeight w:val="352"/>
        </w:trPr>
        <w:tc>
          <w:tcPr>
            <w:tcW w:w="5103" w:type="dxa"/>
          </w:tcPr>
          <w:p w14:paraId="5BCE80FB" w14:textId="77777777" w:rsidR="0085747A" w:rsidRPr="00894A2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1C36F1DB" w14:textId="77777777" w:rsidR="0085747A" w:rsidRPr="00894A24" w:rsidRDefault="00C913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894A24" w14:paraId="70FD6F23" w14:textId="77777777" w:rsidTr="003B717F">
        <w:trPr>
          <w:trHeight w:val="365"/>
        </w:trPr>
        <w:tc>
          <w:tcPr>
            <w:tcW w:w="5103" w:type="dxa"/>
          </w:tcPr>
          <w:p w14:paraId="43DB6421" w14:textId="77777777" w:rsidR="0085747A" w:rsidRPr="00894A2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94A2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529D20BA" w14:textId="77777777" w:rsidR="0085747A" w:rsidRPr="00894A24" w:rsidRDefault="001D2A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59D7D50" w14:textId="77777777" w:rsidR="0085747A" w:rsidRPr="00894A24" w:rsidRDefault="00923D7D" w:rsidP="003B717F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894A2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94A2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E4268D9" w14:textId="3518F6C7" w:rsidR="003B717F" w:rsidRDefault="003B717F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52F7DD74" w14:textId="6D0F47CD" w:rsidR="0085747A" w:rsidRPr="00894A24" w:rsidRDefault="0071620A" w:rsidP="037537F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94A24">
        <w:rPr>
          <w:rFonts w:ascii="Corbel" w:hAnsi="Corbel"/>
          <w:smallCaps w:val="0"/>
          <w:szCs w:val="24"/>
        </w:rPr>
        <w:t xml:space="preserve">6. </w:t>
      </w:r>
      <w:r w:rsidR="0085747A" w:rsidRPr="00894A24">
        <w:rPr>
          <w:rFonts w:ascii="Corbel" w:hAnsi="Corbel"/>
          <w:smallCaps w:val="0"/>
          <w:szCs w:val="24"/>
        </w:rPr>
        <w:t>PRAKTYKI ZAWODOWE W RAMACH PRZEDMIOTU</w:t>
      </w:r>
    </w:p>
    <w:p w14:paraId="7FEBC8C1" w14:textId="77777777" w:rsidR="003B717F" w:rsidRPr="009C54AE" w:rsidRDefault="003B717F" w:rsidP="003B717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3B717F" w:rsidRPr="009C54AE" w14:paraId="12EFE6E1" w14:textId="77777777" w:rsidTr="00DE41FD">
        <w:trPr>
          <w:trHeight w:val="397"/>
        </w:trPr>
        <w:tc>
          <w:tcPr>
            <w:tcW w:w="3856" w:type="dxa"/>
          </w:tcPr>
          <w:p w14:paraId="1381815D" w14:textId="77777777" w:rsidR="003B717F" w:rsidRPr="009C54AE" w:rsidRDefault="003B717F" w:rsidP="00DE4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6A4C79F7" w14:textId="77777777" w:rsidR="003B717F" w:rsidRPr="009C54AE" w:rsidRDefault="003B717F" w:rsidP="00DE4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526C6154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3B717F" w:rsidRPr="009C54AE" w14:paraId="757D4F66" w14:textId="77777777" w:rsidTr="00DE41FD">
        <w:trPr>
          <w:trHeight w:val="397"/>
        </w:trPr>
        <w:tc>
          <w:tcPr>
            <w:tcW w:w="3856" w:type="dxa"/>
          </w:tcPr>
          <w:p w14:paraId="1878F9AB" w14:textId="77777777" w:rsidR="003B717F" w:rsidRPr="009C54AE" w:rsidRDefault="003B717F" w:rsidP="00DE4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740EC3E0" w14:textId="77777777" w:rsidR="003B717F" w:rsidRPr="009C54AE" w:rsidRDefault="003B717F" w:rsidP="00DE4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26C6154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76549767" w14:textId="0258CA16" w:rsidR="003B717F" w:rsidRDefault="003B717F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2690C8B4" w14:textId="19C0038A" w:rsidR="0085747A" w:rsidRPr="00894A2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94A24">
        <w:rPr>
          <w:rFonts w:ascii="Corbel" w:hAnsi="Corbel"/>
          <w:smallCaps w:val="0"/>
          <w:szCs w:val="24"/>
        </w:rPr>
        <w:t xml:space="preserve">7. </w:t>
      </w:r>
      <w:r w:rsidR="0085747A" w:rsidRPr="00894A24">
        <w:rPr>
          <w:rFonts w:ascii="Corbel" w:hAnsi="Corbel"/>
          <w:smallCaps w:val="0"/>
          <w:szCs w:val="24"/>
        </w:rPr>
        <w:t>LITERATURA</w:t>
      </w:r>
    </w:p>
    <w:p w14:paraId="1B7060B5" w14:textId="77777777" w:rsidR="008663C0" w:rsidRPr="00894A24" w:rsidRDefault="008663C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663C0" w:rsidRPr="00894A24" w14:paraId="14E44A55" w14:textId="77777777" w:rsidTr="22A657B0">
        <w:trPr>
          <w:trHeight w:val="397"/>
        </w:trPr>
        <w:tc>
          <w:tcPr>
            <w:tcW w:w="7513" w:type="dxa"/>
          </w:tcPr>
          <w:p w14:paraId="413AC5E3" w14:textId="77777777" w:rsidR="008663C0" w:rsidRPr="00894A24" w:rsidRDefault="1C29AAC2" w:rsidP="003B717F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 w:rsidRPr="00894A24">
              <w:rPr>
                <w:rFonts w:ascii="Corbel" w:hAnsi="Corbel"/>
                <w:bCs/>
                <w:smallCaps w:val="0"/>
                <w:szCs w:val="24"/>
              </w:rPr>
              <w:t xml:space="preserve">Literatura podstawowa: </w:t>
            </w:r>
          </w:p>
          <w:p w14:paraId="05BFD3FA" w14:textId="77777777" w:rsidR="008663C0" w:rsidRPr="00894A24" w:rsidRDefault="008663C0" w:rsidP="003B717F">
            <w:pPr>
              <w:pStyle w:val="Punktygwne"/>
              <w:numPr>
                <w:ilvl w:val="0"/>
                <w:numId w:val="2"/>
              </w:numPr>
              <w:spacing w:before="12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</w:t>
            </w:r>
            <w:proofErr w:type="spellStart"/>
            <w:r w:rsidRPr="00894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Dziemianowicz</w:t>
            </w:r>
            <w:proofErr w:type="spellEnd"/>
            <w:r w:rsidRPr="00894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K. Szmigiel-Rawska, P. Nowicka, A. Dąbrowska, </w:t>
            </w:r>
            <w:r w:rsidRPr="00894A2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Planowanie strategiczne. Poradnik dla pracowników administracji publicznej</w:t>
            </w:r>
            <w:r w:rsidRPr="00894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Ministerstwo Rozwoju Regionalnego, Warszawa 2012</w:t>
            </w:r>
          </w:p>
          <w:p w14:paraId="2B33D63E" w14:textId="58D8AD37" w:rsidR="008663C0" w:rsidRPr="00894A24" w:rsidRDefault="154FCA60" w:rsidP="003B717F">
            <w:pPr>
              <w:pStyle w:val="Punktygwne"/>
              <w:numPr>
                <w:ilvl w:val="0"/>
                <w:numId w:val="2"/>
              </w:numPr>
              <w:spacing w:before="12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</w:rPr>
            </w:pPr>
            <w:r w:rsidRPr="22A657B0">
              <w:rPr>
                <w:rFonts w:ascii="Corbel" w:hAnsi="Corbel"/>
                <w:b w:val="0"/>
                <w:smallCaps w:val="0"/>
                <w:color w:val="000000" w:themeColor="text1"/>
              </w:rPr>
              <w:t>K.</w:t>
            </w:r>
            <w:r w:rsidR="003B717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22A657B0">
              <w:rPr>
                <w:rFonts w:ascii="Corbel" w:hAnsi="Corbel"/>
                <w:b w:val="0"/>
                <w:smallCaps w:val="0"/>
                <w:color w:val="000000" w:themeColor="text1"/>
              </w:rPr>
              <w:t>Wla</w:t>
            </w:r>
            <w:r w:rsidR="1005D596" w:rsidRPr="22A657B0">
              <w:rPr>
                <w:rFonts w:ascii="Corbel" w:hAnsi="Corbel"/>
                <w:b w:val="0"/>
                <w:smallCaps w:val="0"/>
                <w:color w:val="000000" w:themeColor="text1"/>
              </w:rPr>
              <w:t>ź</w:t>
            </w:r>
            <w:r w:rsidRPr="22A657B0">
              <w:rPr>
                <w:rFonts w:ascii="Corbel" w:hAnsi="Corbel"/>
                <w:b w:val="0"/>
                <w:smallCaps w:val="0"/>
                <w:color w:val="000000" w:themeColor="text1"/>
              </w:rPr>
              <w:t>lak</w:t>
            </w:r>
            <w:proofErr w:type="spellEnd"/>
            <w:r w:rsidRPr="22A657B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Pr="22A657B0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Rozwój regionalny jako zadanie administracji publicznej</w:t>
            </w:r>
            <w:r w:rsidRPr="22A657B0">
              <w:rPr>
                <w:rFonts w:ascii="Corbel" w:hAnsi="Corbel"/>
                <w:b w:val="0"/>
                <w:smallCaps w:val="0"/>
                <w:color w:val="000000" w:themeColor="text1"/>
              </w:rPr>
              <w:t>, Wolters Kluwer, Warszawa 2010</w:t>
            </w:r>
          </w:p>
          <w:p w14:paraId="7EAED9BE" w14:textId="637BDF40" w:rsidR="00BF2E3B" w:rsidRPr="00894A24" w:rsidRDefault="00BF2E3B" w:rsidP="003B717F">
            <w:pPr>
              <w:pStyle w:val="Punktygwne"/>
              <w:numPr>
                <w:ilvl w:val="0"/>
                <w:numId w:val="2"/>
              </w:numPr>
              <w:spacing w:before="120" w:after="12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Górniak,</w:t>
            </w:r>
            <w:r w:rsidR="003B71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94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 Mazur, </w:t>
            </w:r>
            <w:r w:rsidRPr="00EA04B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Zarządzanie strategiczne</w:t>
            </w:r>
            <w:r w:rsidR="005520F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EA04B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rozwojem</w:t>
            </w:r>
            <w:r w:rsidRPr="00894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5520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894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Ministerstwo Rozwoju Regionalnego, Warszawa 2012</w:t>
            </w:r>
          </w:p>
        </w:tc>
      </w:tr>
    </w:tbl>
    <w:p w14:paraId="234D5435" w14:textId="2C6CE75A" w:rsidR="004D6FEF" w:rsidRDefault="004D6FEF"/>
    <w:p w14:paraId="68F43DCA" w14:textId="77777777" w:rsidR="004D6FEF" w:rsidRDefault="004D6FEF">
      <w:pPr>
        <w:spacing w:after="0" w:line="240" w:lineRule="auto"/>
      </w:pPr>
      <w:r>
        <w:br w:type="page"/>
      </w:r>
    </w:p>
    <w:p w14:paraId="00648C74" w14:textId="77777777" w:rsidR="004D6FEF" w:rsidRDefault="004D6FEF"/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663C0" w:rsidRPr="00894A24" w14:paraId="27B41E52" w14:textId="77777777" w:rsidTr="22A657B0">
        <w:trPr>
          <w:trHeight w:val="397"/>
        </w:trPr>
        <w:tc>
          <w:tcPr>
            <w:tcW w:w="7513" w:type="dxa"/>
          </w:tcPr>
          <w:p w14:paraId="15045F8C" w14:textId="77777777" w:rsidR="008663C0" w:rsidRPr="00894A24" w:rsidRDefault="1C29AAC2" w:rsidP="003B717F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 w:rsidRPr="00894A24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10543215" w14:textId="77777777" w:rsidR="00371424" w:rsidRPr="00371424" w:rsidRDefault="008663C0" w:rsidP="003B717F">
            <w:pPr>
              <w:pStyle w:val="Punktygwne"/>
              <w:numPr>
                <w:ilvl w:val="0"/>
                <w:numId w:val="3"/>
              </w:numPr>
              <w:spacing w:before="12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714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H. Gawroński, </w:t>
            </w:r>
            <w:r w:rsidRPr="0037142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strategiczne w samorządach lokalnych</w:t>
            </w:r>
            <w:r w:rsidRPr="003714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2010</w:t>
            </w:r>
          </w:p>
          <w:p w14:paraId="09121311" w14:textId="788FE4CE" w:rsidR="00371424" w:rsidRPr="00FF304B" w:rsidRDefault="00371424" w:rsidP="003B717F">
            <w:pPr>
              <w:pStyle w:val="Punktygwne"/>
              <w:numPr>
                <w:ilvl w:val="0"/>
                <w:numId w:val="3"/>
              </w:numPr>
              <w:spacing w:before="12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71424">
              <w:rPr>
                <w:rFonts w:ascii="Corbel" w:hAnsi="Corbel"/>
                <w:b w:val="0"/>
                <w:smallCaps w:val="0"/>
              </w:rPr>
              <w:t>A. Kożuch, B. Kożuch, Ł. Sułkowski, E. Bogacz-</w:t>
            </w:r>
            <w:proofErr w:type="spellStart"/>
            <w:r w:rsidRPr="00371424">
              <w:rPr>
                <w:rFonts w:ascii="Corbel" w:hAnsi="Corbel"/>
                <w:b w:val="0"/>
                <w:smallCaps w:val="0"/>
              </w:rPr>
              <w:t>Wojtanowska</w:t>
            </w:r>
            <w:proofErr w:type="spellEnd"/>
            <w:r w:rsidRPr="00371424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5520F0">
              <w:rPr>
                <w:rFonts w:ascii="Corbel" w:hAnsi="Corbel"/>
                <w:b w:val="0"/>
                <w:smallCaps w:val="0"/>
              </w:rPr>
              <w:br/>
            </w:r>
            <w:r w:rsidRPr="00371424">
              <w:rPr>
                <w:rFonts w:ascii="Corbel" w:hAnsi="Corbel"/>
                <w:b w:val="0"/>
                <w:smallCaps w:val="0"/>
              </w:rPr>
              <w:t>M.</w:t>
            </w:r>
            <w:r w:rsidR="005520F0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371424">
              <w:rPr>
                <w:rFonts w:ascii="Corbel" w:hAnsi="Corbel"/>
                <w:b w:val="0"/>
                <w:smallCaps w:val="0"/>
              </w:rPr>
              <w:t>Lewandowski, K. Sienkiewicz-</w:t>
            </w:r>
            <w:proofErr w:type="spellStart"/>
            <w:r w:rsidRPr="00371424">
              <w:rPr>
                <w:rFonts w:ascii="Corbel" w:hAnsi="Corbel"/>
                <w:b w:val="0"/>
                <w:smallCaps w:val="0"/>
              </w:rPr>
              <w:t>Małyjurek</w:t>
            </w:r>
            <w:proofErr w:type="spellEnd"/>
            <w:r w:rsidRPr="00371424">
              <w:rPr>
                <w:rFonts w:ascii="Corbel" w:hAnsi="Corbel"/>
                <w:b w:val="0"/>
                <w:smallCaps w:val="0"/>
              </w:rPr>
              <w:t xml:space="preserve">, A. </w:t>
            </w:r>
            <w:proofErr w:type="spellStart"/>
            <w:r w:rsidRPr="00371424">
              <w:rPr>
                <w:rFonts w:ascii="Corbel" w:hAnsi="Corbel"/>
                <w:b w:val="0"/>
                <w:smallCaps w:val="0"/>
              </w:rPr>
              <w:t>Szczudlińska-Kanoś</w:t>
            </w:r>
            <w:proofErr w:type="spellEnd"/>
            <w:r w:rsidRPr="00371424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5520F0">
              <w:rPr>
                <w:rFonts w:ascii="Corbel" w:hAnsi="Corbel"/>
                <w:b w:val="0"/>
                <w:smallCaps w:val="0"/>
              </w:rPr>
              <w:br/>
            </w:r>
            <w:r w:rsidRPr="00371424">
              <w:rPr>
                <w:rFonts w:ascii="Corbel" w:hAnsi="Corbel"/>
                <w:b w:val="0"/>
                <w:smallCaps w:val="0"/>
              </w:rPr>
              <w:t>S. Jung-Konstanty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EA04B0">
              <w:rPr>
                <w:rFonts w:ascii="Corbel" w:hAnsi="Corbel"/>
                <w:b w:val="0"/>
                <w:i/>
                <w:iCs/>
                <w:smallCaps w:val="0"/>
              </w:rPr>
              <w:t>Obszary zarządzania publicznego,</w:t>
            </w:r>
            <w:r w:rsidRPr="00371424">
              <w:rPr>
                <w:rFonts w:ascii="Corbel" w:hAnsi="Corbel"/>
                <w:b w:val="0"/>
                <w:smallCaps w:val="0"/>
              </w:rPr>
              <w:t xml:space="preserve"> Monografie </w:t>
            </w:r>
            <w:r w:rsidR="005520F0">
              <w:rPr>
                <w:rFonts w:ascii="Corbel" w:hAnsi="Corbel"/>
                <w:b w:val="0"/>
                <w:smallCaps w:val="0"/>
              </w:rPr>
              <w:br/>
            </w:r>
            <w:r w:rsidRPr="00371424">
              <w:rPr>
                <w:rFonts w:ascii="Corbel" w:hAnsi="Corbel"/>
                <w:b w:val="0"/>
                <w:smallCaps w:val="0"/>
              </w:rPr>
              <w:t>i Studia Instytutu Spraw Publicznych Uniwersytetu Jagiellońskiego, Kraków 2016</w:t>
            </w:r>
          </w:p>
          <w:p w14:paraId="59FF06C8" w14:textId="4349A3C1" w:rsidR="00894A24" w:rsidRPr="003B717F" w:rsidRDefault="00FF304B" w:rsidP="003B717F">
            <w:pPr>
              <w:pStyle w:val="Punktygwne"/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A.</w:t>
            </w:r>
            <w:r w:rsidR="005520F0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 xml:space="preserve">Kołodziejczak, </w:t>
            </w:r>
            <w:r w:rsidRPr="00FF304B">
              <w:rPr>
                <w:rFonts w:ascii="Corbel" w:hAnsi="Corbel"/>
                <w:b w:val="0"/>
                <w:i/>
                <w:smallCaps w:val="0"/>
              </w:rPr>
              <w:t>Obszary wiejskie w zintegrowanym planowaniu rozwoju</w:t>
            </w:r>
            <w:r>
              <w:rPr>
                <w:rFonts w:ascii="Corbel" w:hAnsi="Corbel"/>
                <w:b w:val="0"/>
                <w:smallCaps w:val="0"/>
              </w:rPr>
              <w:t xml:space="preserve">, Bogucki Wydawnictwo Naukowe, Poznań 2021 </w:t>
            </w:r>
          </w:p>
        </w:tc>
      </w:tr>
    </w:tbl>
    <w:p w14:paraId="43FBE656" w14:textId="77777777" w:rsidR="0085747A" w:rsidRPr="00894A2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C05413" w14:textId="77777777" w:rsidR="0085747A" w:rsidRPr="00894A2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6626C8" w14:textId="77777777" w:rsidR="0085747A" w:rsidRPr="00894A2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94A2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94A24" w:rsidSect="004D6FEF">
      <w:pgSz w:w="11906" w:h="16838"/>
      <w:pgMar w:top="85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9D3D3" w14:textId="77777777" w:rsidR="002E1F72" w:rsidRDefault="002E1F72" w:rsidP="00C16ABF">
      <w:pPr>
        <w:spacing w:after="0" w:line="240" w:lineRule="auto"/>
      </w:pPr>
      <w:r>
        <w:separator/>
      </w:r>
    </w:p>
  </w:endnote>
  <w:endnote w:type="continuationSeparator" w:id="0">
    <w:p w14:paraId="0F9C37A1" w14:textId="77777777" w:rsidR="002E1F72" w:rsidRDefault="002E1F7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4C0A0A" w14:textId="77777777" w:rsidR="002E1F72" w:rsidRDefault="002E1F72" w:rsidP="00C16ABF">
      <w:pPr>
        <w:spacing w:after="0" w:line="240" w:lineRule="auto"/>
      </w:pPr>
      <w:r>
        <w:separator/>
      </w:r>
    </w:p>
  </w:footnote>
  <w:footnote w:type="continuationSeparator" w:id="0">
    <w:p w14:paraId="173CB2AB" w14:textId="77777777" w:rsidR="002E1F72" w:rsidRDefault="002E1F72" w:rsidP="00C16ABF">
      <w:pPr>
        <w:spacing w:after="0" w:line="240" w:lineRule="auto"/>
      </w:pPr>
      <w:r>
        <w:continuationSeparator/>
      </w:r>
    </w:p>
  </w:footnote>
  <w:footnote w:id="1">
    <w:p w14:paraId="7E8340F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CA544B"/>
    <w:multiLevelType w:val="hybridMultilevel"/>
    <w:tmpl w:val="078C0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FC560A"/>
    <w:multiLevelType w:val="hybridMultilevel"/>
    <w:tmpl w:val="1F08CD34"/>
    <w:lvl w:ilvl="0" w:tplc="E2FA0C82">
      <w:start w:val="1"/>
      <w:numFmt w:val="bullet"/>
      <w:lvlText w:val=""/>
      <w:lvlJc w:val="left"/>
      <w:pPr>
        <w:ind w:left="12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3" w15:restartNumberingAfterBreak="0">
    <w:nsid w:val="70EE2AB4"/>
    <w:multiLevelType w:val="hybridMultilevel"/>
    <w:tmpl w:val="6E148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0934956">
    <w:abstractNumId w:val="0"/>
  </w:num>
  <w:num w:numId="2" w16cid:durableId="1780559664">
    <w:abstractNumId w:val="3"/>
  </w:num>
  <w:num w:numId="3" w16cid:durableId="499732421">
    <w:abstractNumId w:val="1"/>
  </w:num>
  <w:num w:numId="4" w16cid:durableId="88264316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18C1"/>
    <w:rsid w:val="00015B8F"/>
    <w:rsid w:val="00022ECE"/>
    <w:rsid w:val="00042A51"/>
    <w:rsid w:val="00042D2E"/>
    <w:rsid w:val="00044C82"/>
    <w:rsid w:val="00053773"/>
    <w:rsid w:val="00070ED6"/>
    <w:rsid w:val="000742DC"/>
    <w:rsid w:val="00084C12"/>
    <w:rsid w:val="0009462C"/>
    <w:rsid w:val="00094B12"/>
    <w:rsid w:val="00096C46"/>
    <w:rsid w:val="000A296F"/>
    <w:rsid w:val="000A2A28"/>
    <w:rsid w:val="000A4CA2"/>
    <w:rsid w:val="000B192D"/>
    <w:rsid w:val="000B28EE"/>
    <w:rsid w:val="000B3E37"/>
    <w:rsid w:val="000C65AA"/>
    <w:rsid w:val="000D04B0"/>
    <w:rsid w:val="000F1C57"/>
    <w:rsid w:val="000F5615"/>
    <w:rsid w:val="000F5EE2"/>
    <w:rsid w:val="00111DA3"/>
    <w:rsid w:val="001145CA"/>
    <w:rsid w:val="00121C29"/>
    <w:rsid w:val="00121F96"/>
    <w:rsid w:val="00124BFF"/>
    <w:rsid w:val="0012560E"/>
    <w:rsid w:val="00127108"/>
    <w:rsid w:val="00134B13"/>
    <w:rsid w:val="00146BC0"/>
    <w:rsid w:val="0015251A"/>
    <w:rsid w:val="00153C41"/>
    <w:rsid w:val="00154381"/>
    <w:rsid w:val="00162374"/>
    <w:rsid w:val="001640A7"/>
    <w:rsid w:val="00164FA7"/>
    <w:rsid w:val="00166A03"/>
    <w:rsid w:val="001718A7"/>
    <w:rsid w:val="001737CF"/>
    <w:rsid w:val="00176083"/>
    <w:rsid w:val="00176605"/>
    <w:rsid w:val="00177C0C"/>
    <w:rsid w:val="00192F37"/>
    <w:rsid w:val="001A70D2"/>
    <w:rsid w:val="001B25F3"/>
    <w:rsid w:val="001C3C2E"/>
    <w:rsid w:val="001D2AAB"/>
    <w:rsid w:val="001D3890"/>
    <w:rsid w:val="001D657B"/>
    <w:rsid w:val="001D7B54"/>
    <w:rsid w:val="001E0209"/>
    <w:rsid w:val="001F2CA2"/>
    <w:rsid w:val="001F658A"/>
    <w:rsid w:val="0020021E"/>
    <w:rsid w:val="002144C0"/>
    <w:rsid w:val="0022477D"/>
    <w:rsid w:val="002278A9"/>
    <w:rsid w:val="002336F9"/>
    <w:rsid w:val="0024028F"/>
    <w:rsid w:val="00243424"/>
    <w:rsid w:val="00244ABC"/>
    <w:rsid w:val="002466BB"/>
    <w:rsid w:val="00257CF4"/>
    <w:rsid w:val="00273B07"/>
    <w:rsid w:val="00281FF2"/>
    <w:rsid w:val="002857DE"/>
    <w:rsid w:val="002872CD"/>
    <w:rsid w:val="00291567"/>
    <w:rsid w:val="00296055"/>
    <w:rsid w:val="00296739"/>
    <w:rsid w:val="002A22BF"/>
    <w:rsid w:val="002A2389"/>
    <w:rsid w:val="002A671D"/>
    <w:rsid w:val="002B29D2"/>
    <w:rsid w:val="002B4D55"/>
    <w:rsid w:val="002B5EA0"/>
    <w:rsid w:val="002B6119"/>
    <w:rsid w:val="002C1F06"/>
    <w:rsid w:val="002D3375"/>
    <w:rsid w:val="002D73D4"/>
    <w:rsid w:val="002E1F72"/>
    <w:rsid w:val="002E640E"/>
    <w:rsid w:val="002F02A3"/>
    <w:rsid w:val="002F4ABE"/>
    <w:rsid w:val="003018BA"/>
    <w:rsid w:val="0030395F"/>
    <w:rsid w:val="00305C92"/>
    <w:rsid w:val="003151C5"/>
    <w:rsid w:val="00323D96"/>
    <w:rsid w:val="003343CF"/>
    <w:rsid w:val="003351FB"/>
    <w:rsid w:val="00346FE9"/>
    <w:rsid w:val="0034759A"/>
    <w:rsid w:val="003503F6"/>
    <w:rsid w:val="003530DD"/>
    <w:rsid w:val="00363F78"/>
    <w:rsid w:val="00371424"/>
    <w:rsid w:val="00381154"/>
    <w:rsid w:val="003A0A5B"/>
    <w:rsid w:val="003A1176"/>
    <w:rsid w:val="003B30E2"/>
    <w:rsid w:val="003B717F"/>
    <w:rsid w:val="003C0BAE"/>
    <w:rsid w:val="003D18A9"/>
    <w:rsid w:val="003D1994"/>
    <w:rsid w:val="003D6CE2"/>
    <w:rsid w:val="003E1329"/>
    <w:rsid w:val="003E1941"/>
    <w:rsid w:val="003E2625"/>
    <w:rsid w:val="003E2FE6"/>
    <w:rsid w:val="003E49D5"/>
    <w:rsid w:val="003F38C0"/>
    <w:rsid w:val="003F68C4"/>
    <w:rsid w:val="00414E3C"/>
    <w:rsid w:val="00420702"/>
    <w:rsid w:val="0042244A"/>
    <w:rsid w:val="00425DBB"/>
    <w:rsid w:val="0042745A"/>
    <w:rsid w:val="00431D5C"/>
    <w:rsid w:val="004362C6"/>
    <w:rsid w:val="00437FA2"/>
    <w:rsid w:val="00445970"/>
    <w:rsid w:val="00455426"/>
    <w:rsid w:val="004579A1"/>
    <w:rsid w:val="00461EFC"/>
    <w:rsid w:val="004652C2"/>
    <w:rsid w:val="00467280"/>
    <w:rsid w:val="0047043C"/>
    <w:rsid w:val="004706D1"/>
    <w:rsid w:val="00471326"/>
    <w:rsid w:val="0047598D"/>
    <w:rsid w:val="004840FD"/>
    <w:rsid w:val="00490F7D"/>
    <w:rsid w:val="00491678"/>
    <w:rsid w:val="004968E2"/>
    <w:rsid w:val="004A11C9"/>
    <w:rsid w:val="004A3EEA"/>
    <w:rsid w:val="004A4193"/>
    <w:rsid w:val="004A4D1F"/>
    <w:rsid w:val="004C62D1"/>
    <w:rsid w:val="004D5282"/>
    <w:rsid w:val="004D6FEF"/>
    <w:rsid w:val="004F1551"/>
    <w:rsid w:val="004F55A3"/>
    <w:rsid w:val="004F7A99"/>
    <w:rsid w:val="0050496F"/>
    <w:rsid w:val="00513B6F"/>
    <w:rsid w:val="00514404"/>
    <w:rsid w:val="00517C63"/>
    <w:rsid w:val="0052212E"/>
    <w:rsid w:val="00535449"/>
    <w:rsid w:val="005363C4"/>
    <w:rsid w:val="00536BDE"/>
    <w:rsid w:val="00543ACC"/>
    <w:rsid w:val="00551F5A"/>
    <w:rsid w:val="005520F0"/>
    <w:rsid w:val="005535A3"/>
    <w:rsid w:val="00561846"/>
    <w:rsid w:val="0056696D"/>
    <w:rsid w:val="00577A9B"/>
    <w:rsid w:val="0058162B"/>
    <w:rsid w:val="0059340A"/>
    <w:rsid w:val="0059484D"/>
    <w:rsid w:val="005A0855"/>
    <w:rsid w:val="005A3196"/>
    <w:rsid w:val="005A3285"/>
    <w:rsid w:val="005A3E20"/>
    <w:rsid w:val="005C080F"/>
    <w:rsid w:val="005C1CDF"/>
    <w:rsid w:val="005C55E5"/>
    <w:rsid w:val="005C62C1"/>
    <w:rsid w:val="005C696A"/>
    <w:rsid w:val="005E6E85"/>
    <w:rsid w:val="005F31D2"/>
    <w:rsid w:val="005F4C38"/>
    <w:rsid w:val="0061029B"/>
    <w:rsid w:val="006132CF"/>
    <w:rsid w:val="00617230"/>
    <w:rsid w:val="00617C22"/>
    <w:rsid w:val="00621CE1"/>
    <w:rsid w:val="00627FC9"/>
    <w:rsid w:val="00647FA8"/>
    <w:rsid w:val="00650C5F"/>
    <w:rsid w:val="00654934"/>
    <w:rsid w:val="006620D9"/>
    <w:rsid w:val="00671958"/>
    <w:rsid w:val="00675843"/>
    <w:rsid w:val="00676174"/>
    <w:rsid w:val="00696477"/>
    <w:rsid w:val="006C3643"/>
    <w:rsid w:val="006C6820"/>
    <w:rsid w:val="006D050F"/>
    <w:rsid w:val="006D2A98"/>
    <w:rsid w:val="006D6139"/>
    <w:rsid w:val="006D6680"/>
    <w:rsid w:val="006E5D65"/>
    <w:rsid w:val="006F1282"/>
    <w:rsid w:val="006F1FBC"/>
    <w:rsid w:val="006F31E2"/>
    <w:rsid w:val="006F6F1C"/>
    <w:rsid w:val="006F70BA"/>
    <w:rsid w:val="0070058E"/>
    <w:rsid w:val="0070402D"/>
    <w:rsid w:val="00704BA8"/>
    <w:rsid w:val="00706544"/>
    <w:rsid w:val="007072BA"/>
    <w:rsid w:val="0071620A"/>
    <w:rsid w:val="00721F56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1F8E"/>
    <w:rsid w:val="007A4022"/>
    <w:rsid w:val="007A6E6E"/>
    <w:rsid w:val="007B0A39"/>
    <w:rsid w:val="007C3299"/>
    <w:rsid w:val="007C3BCC"/>
    <w:rsid w:val="007C4546"/>
    <w:rsid w:val="007D6E56"/>
    <w:rsid w:val="007F4155"/>
    <w:rsid w:val="00804579"/>
    <w:rsid w:val="0081055E"/>
    <w:rsid w:val="0081554D"/>
    <w:rsid w:val="0081707E"/>
    <w:rsid w:val="008219A7"/>
    <w:rsid w:val="008449B3"/>
    <w:rsid w:val="0085660A"/>
    <w:rsid w:val="0085747A"/>
    <w:rsid w:val="008663C0"/>
    <w:rsid w:val="00880CAF"/>
    <w:rsid w:val="00884922"/>
    <w:rsid w:val="00885038"/>
    <w:rsid w:val="00885F64"/>
    <w:rsid w:val="008900E5"/>
    <w:rsid w:val="0089179F"/>
    <w:rsid w:val="008917F9"/>
    <w:rsid w:val="00894A24"/>
    <w:rsid w:val="008A0A64"/>
    <w:rsid w:val="008A45F7"/>
    <w:rsid w:val="008B05DF"/>
    <w:rsid w:val="008C0CC0"/>
    <w:rsid w:val="008C19A9"/>
    <w:rsid w:val="008C379D"/>
    <w:rsid w:val="008C5147"/>
    <w:rsid w:val="008C5359"/>
    <w:rsid w:val="008C5363"/>
    <w:rsid w:val="008C79D4"/>
    <w:rsid w:val="008D3DFB"/>
    <w:rsid w:val="008E5043"/>
    <w:rsid w:val="008E64F4"/>
    <w:rsid w:val="008F12C9"/>
    <w:rsid w:val="008F6E29"/>
    <w:rsid w:val="00916188"/>
    <w:rsid w:val="00923D7D"/>
    <w:rsid w:val="00942B61"/>
    <w:rsid w:val="009508DF"/>
    <w:rsid w:val="00950DAC"/>
    <w:rsid w:val="00954A07"/>
    <w:rsid w:val="0099249A"/>
    <w:rsid w:val="00993030"/>
    <w:rsid w:val="009939EF"/>
    <w:rsid w:val="00997F14"/>
    <w:rsid w:val="009A5059"/>
    <w:rsid w:val="009A78D9"/>
    <w:rsid w:val="009C3E31"/>
    <w:rsid w:val="009C4153"/>
    <w:rsid w:val="009C4F7F"/>
    <w:rsid w:val="009C54AE"/>
    <w:rsid w:val="009C788E"/>
    <w:rsid w:val="009D09FF"/>
    <w:rsid w:val="009D30C1"/>
    <w:rsid w:val="009E3B41"/>
    <w:rsid w:val="009F3C5C"/>
    <w:rsid w:val="009F4610"/>
    <w:rsid w:val="00A00ECC"/>
    <w:rsid w:val="00A155EE"/>
    <w:rsid w:val="00A21897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0D8A"/>
    <w:rsid w:val="00A84C85"/>
    <w:rsid w:val="00A87FCB"/>
    <w:rsid w:val="00A95165"/>
    <w:rsid w:val="00A97DE1"/>
    <w:rsid w:val="00AB053C"/>
    <w:rsid w:val="00AD0892"/>
    <w:rsid w:val="00AD1146"/>
    <w:rsid w:val="00AD27D3"/>
    <w:rsid w:val="00AD4AC5"/>
    <w:rsid w:val="00AD5148"/>
    <w:rsid w:val="00AD66D6"/>
    <w:rsid w:val="00AE1160"/>
    <w:rsid w:val="00AE203C"/>
    <w:rsid w:val="00AE20B4"/>
    <w:rsid w:val="00AE2E74"/>
    <w:rsid w:val="00AE5FCB"/>
    <w:rsid w:val="00AF2C1E"/>
    <w:rsid w:val="00B06142"/>
    <w:rsid w:val="00B135B1"/>
    <w:rsid w:val="00B261DB"/>
    <w:rsid w:val="00B3130B"/>
    <w:rsid w:val="00B355D6"/>
    <w:rsid w:val="00B40ADB"/>
    <w:rsid w:val="00B42C34"/>
    <w:rsid w:val="00B43B77"/>
    <w:rsid w:val="00B43E80"/>
    <w:rsid w:val="00B607DB"/>
    <w:rsid w:val="00B66529"/>
    <w:rsid w:val="00B75946"/>
    <w:rsid w:val="00B8056E"/>
    <w:rsid w:val="00B819C8"/>
    <w:rsid w:val="00B82308"/>
    <w:rsid w:val="00B86AB8"/>
    <w:rsid w:val="00B90885"/>
    <w:rsid w:val="00B93C28"/>
    <w:rsid w:val="00BA360E"/>
    <w:rsid w:val="00BB0A94"/>
    <w:rsid w:val="00BB520A"/>
    <w:rsid w:val="00BC2072"/>
    <w:rsid w:val="00BC518A"/>
    <w:rsid w:val="00BC5FC5"/>
    <w:rsid w:val="00BC717F"/>
    <w:rsid w:val="00BD3869"/>
    <w:rsid w:val="00BD4BF2"/>
    <w:rsid w:val="00BD66E9"/>
    <w:rsid w:val="00BD6FF4"/>
    <w:rsid w:val="00BE6755"/>
    <w:rsid w:val="00BF2C41"/>
    <w:rsid w:val="00BF2E3B"/>
    <w:rsid w:val="00BF42B8"/>
    <w:rsid w:val="00BF7607"/>
    <w:rsid w:val="00C058B4"/>
    <w:rsid w:val="00C05F44"/>
    <w:rsid w:val="00C131B5"/>
    <w:rsid w:val="00C16ABF"/>
    <w:rsid w:val="00C170AE"/>
    <w:rsid w:val="00C201B0"/>
    <w:rsid w:val="00C26CB7"/>
    <w:rsid w:val="00C324C1"/>
    <w:rsid w:val="00C33A52"/>
    <w:rsid w:val="00C33CEC"/>
    <w:rsid w:val="00C36992"/>
    <w:rsid w:val="00C56036"/>
    <w:rsid w:val="00C61DC5"/>
    <w:rsid w:val="00C674D0"/>
    <w:rsid w:val="00C67E92"/>
    <w:rsid w:val="00C70A26"/>
    <w:rsid w:val="00C766DF"/>
    <w:rsid w:val="00C834E1"/>
    <w:rsid w:val="00C86B29"/>
    <w:rsid w:val="00C913B8"/>
    <w:rsid w:val="00C94B98"/>
    <w:rsid w:val="00CA2B96"/>
    <w:rsid w:val="00CA5089"/>
    <w:rsid w:val="00CC2222"/>
    <w:rsid w:val="00CD6897"/>
    <w:rsid w:val="00CE5BAC"/>
    <w:rsid w:val="00CF25BE"/>
    <w:rsid w:val="00CF438A"/>
    <w:rsid w:val="00CF78ED"/>
    <w:rsid w:val="00D02B25"/>
    <w:rsid w:val="00D02EBA"/>
    <w:rsid w:val="00D15855"/>
    <w:rsid w:val="00D17C3C"/>
    <w:rsid w:val="00D220D6"/>
    <w:rsid w:val="00D231F7"/>
    <w:rsid w:val="00D26B2C"/>
    <w:rsid w:val="00D352C9"/>
    <w:rsid w:val="00D425B2"/>
    <w:rsid w:val="00D428D6"/>
    <w:rsid w:val="00D552B2"/>
    <w:rsid w:val="00D608D1"/>
    <w:rsid w:val="00D6776B"/>
    <w:rsid w:val="00D74119"/>
    <w:rsid w:val="00D8075B"/>
    <w:rsid w:val="00D84BED"/>
    <w:rsid w:val="00D8678B"/>
    <w:rsid w:val="00DA2114"/>
    <w:rsid w:val="00DB2CE6"/>
    <w:rsid w:val="00DD2831"/>
    <w:rsid w:val="00DD65E5"/>
    <w:rsid w:val="00DE09C0"/>
    <w:rsid w:val="00DE4A14"/>
    <w:rsid w:val="00DF1FC4"/>
    <w:rsid w:val="00DF2AC1"/>
    <w:rsid w:val="00DF320D"/>
    <w:rsid w:val="00DF71C8"/>
    <w:rsid w:val="00E04DE4"/>
    <w:rsid w:val="00E115F0"/>
    <w:rsid w:val="00E129B8"/>
    <w:rsid w:val="00E21E7D"/>
    <w:rsid w:val="00E22FBC"/>
    <w:rsid w:val="00E24BF5"/>
    <w:rsid w:val="00E25338"/>
    <w:rsid w:val="00E32827"/>
    <w:rsid w:val="00E51E44"/>
    <w:rsid w:val="00E62226"/>
    <w:rsid w:val="00E63348"/>
    <w:rsid w:val="00E77E88"/>
    <w:rsid w:val="00E8107D"/>
    <w:rsid w:val="00E82E71"/>
    <w:rsid w:val="00E900F5"/>
    <w:rsid w:val="00E960BB"/>
    <w:rsid w:val="00EA04B0"/>
    <w:rsid w:val="00EA2074"/>
    <w:rsid w:val="00EA2443"/>
    <w:rsid w:val="00EA4832"/>
    <w:rsid w:val="00EA4E9D"/>
    <w:rsid w:val="00EB6F9A"/>
    <w:rsid w:val="00EC4899"/>
    <w:rsid w:val="00ED03AB"/>
    <w:rsid w:val="00ED32D2"/>
    <w:rsid w:val="00ED45FE"/>
    <w:rsid w:val="00ED57B8"/>
    <w:rsid w:val="00ED748E"/>
    <w:rsid w:val="00EE32DE"/>
    <w:rsid w:val="00EE5457"/>
    <w:rsid w:val="00F070AB"/>
    <w:rsid w:val="00F16BE8"/>
    <w:rsid w:val="00F17567"/>
    <w:rsid w:val="00F27A7B"/>
    <w:rsid w:val="00F4223D"/>
    <w:rsid w:val="00F45B95"/>
    <w:rsid w:val="00F526AF"/>
    <w:rsid w:val="00F55EFC"/>
    <w:rsid w:val="00F617C3"/>
    <w:rsid w:val="00F7066B"/>
    <w:rsid w:val="00F83B28"/>
    <w:rsid w:val="00F85375"/>
    <w:rsid w:val="00FA297B"/>
    <w:rsid w:val="00FA46E5"/>
    <w:rsid w:val="00FB7DBA"/>
    <w:rsid w:val="00FC1C25"/>
    <w:rsid w:val="00FC3F45"/>
    <w:rsid w:val="00FD503F"/>
    <w:rsid w:val="00FD7589"/>
    <w:rsid w:val="00FE7CCB"/>
    <w:rsid w:val="00FF016A"/>
    <w:rsid w:val="00FF1401"/>
    <w:rsid w:val="00FF304B"/>
    <w:rsid w:val="00FF5E7D"/>
    <w:rsid w:val="02D39831"/>
    <w:rsid w:val="037537F9"/>
    <w:rsid w:val="04DE06B4"/>
    <w:rsid w:val="085BA28C"/>
    <w:rsid w:val="0AAF6BF6"/>
    <w:rsid w:val="0BB65830"/>
    <w:rsid w:val="1005D596"/>
    <w:rsid w:val="112B7477"/>
    <w:rsid w:val="1246EE7C"/>
    <w:rsid w:val="135F5483"/>
    <w:rsid w:val="154FCA60"/>
    <w:rsid w:val="15AE511F"/>
    <w:rsid w:val="19715ECB"/>
    <w:rsid w:val="1C29AAC2"/>
    <w:rsid w:val="22A657B0"/>
    <w:rsid w:val="238AB4A0"/>
    <w:rsid w:val="24FF0CEA"/>
    <w:rsid w:val="280217B2"/>
    <w:rsid w:val="28E68816"/>
    <w:rsid w:val="294A8247"/>
    <w:rsid w:val="2C082271"/>
    <w:rsid w:val="2DC5DF2C"/>
    <w:rsid w:val="2FE4BFE5"/>
    <w:rsid w:val="32F5B264"/>
    <w:rsid w:val="33EDA0D4"/>
    <w:rsid w:val="3E853BA3"/>
    <w:rsid w:val="3F96AD90"/>
    <w:rsid w:val="4046A884"/>
    <w:rsid w:val="4B3904D4"/>
    <w:rsid w:val="50ACA06C"/>
    <w:rsid w:val="51D5ECA0"/>
    <w:rsid w:val="53BF0CB2"/>
    <w:rsid w:val="53F8B911"/>
    <w:rsid w:val="5448833E"/>
    <w:rsid w:val="54DD2347"/>
    <w:rsid w:val="5747BF1F"/>
    <w:rsid w:val="59E90CC7"/>
    <w:rsid w:val="5CE1A4CF"/>
    <w:rsid w:val="6326A3C0"/>
    <w:rsid w:val="6355F631"/>
    <w:rsid w:val="6DC26561"/>
    <w:rsid w:val="70A83948"/>
    <w:rsid w:val="7575E9D0"/>
    <w:rsid w:val="75CCE0B3"/>
    <w:rsid w:val="785E6CF1"/>
    <w:rsid w:val="7B68E0F2"/>
    <w:rsid w:val="7F5A9A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6708F"/>
  <w15:docId w15:val="{B116F2FF-4A89-4310-B646-0F2D2BCD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gt-baf-back">
    <w:name w:val="gt-baf-back"/>
    <w:rsid w:val="00704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79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3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59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36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89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907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20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93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50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650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8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416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3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ABBBC-5322-464B-AF89-7B963EE93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</TotalTime>
  <Pages>1</Pages>
  <Words>1105</Words>
  <Characters>6633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15</cp:revision>
  <cp:lastPrinted>2025-10-17T07:46:00Z</cp:lastPrinted>
  <dcterms:created xsi:type="dcterms:W3CDTF">2024-09-10T14:53:00Z</dcterms:created>
  <dcterms:modified xsi:type="dcterms:W3CDTF">2025-11-20T13:22:00Z</dcterms:modified>
</cp:coreProperties>
</file>